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CA772" w14:textId="77777777" w:rsidR="00BE00F7" w:rsidRDefault="00BE00F7" w:rsidP="00BE00F7">
      <w:r>
        <w:t>((9))</w:t>
      </w:r>
    </w:p>
    <w:p w14:paraId="3000B108" w14:textId="77777777" w:rsidR="00BE00F7" w:rsidRDefault="00BE00F7" w:rsidP="00057DA8">
      <w:pPr>
        <w:pStyle w:val="berschrift1"/>
      </w:pPr>
      <w:r>
        <w:t>2 Chemie</w:t>
      </w:r>
    </w:p>
    <w:p w14:paraId="25945A0C" w14:textId="77777777" w:rsidR="00BE00F7" w:rsidRDefault="00BE00F7" w:rsidP="00057DA8">
      <w:pPr>
        <w:pStyle w:val="berschrift2"/>
      </w:pPr>
      <w:r>
        <w:t>2.1 Allgemeine Formeln</w:t>
      </w:r>
    </w:p>
    <w:p w14:paraId="474F458B" w14:textId="77777777" w:rsidR="00BE00F7" w:rsidRDefault="00BE00F7" w:rsidP="00057DA8">
      <w:pPr>
        <w:pStyle w:val="berschrift3"/>
      </w:pPr>
      <w:r>
        <w:t>Avogardro-Konstante</w:t>
      </w:r>
    </w:p>
    <w:p w14:paraId="472BAE67" w14:textId="6CE33258" w:rsidR="00BE00F7" w:rsidRDefault="00BE00F7" w:rsidP="00BE00F7">
      <w:r>
        <w:t>N_A</w:t>
      </w:r>
      <w:r w:rsidR="00057DA8">
        <w:t xml:space="preserve"> </w:t>
      </w:r>
      <w:r>
        <w:t>=N</w:t>
      </w:r>
      <w:r w:rsidR="00861ED2">
        <w:t>/</w:t>
      </w:r>
      <w:r>
        <w:t>n</w:t>
      </w:r>
    </w:p>
    <w:p w14:paraId="05824AEB" w14:textId="77777777" w:rsidR="00057DA8" w:rsidRDefault="00057DA8" w:rsidP="00BE00F7"/>
    <w:p w14:paraId="20CBDC63" w14:textId="39AD849D" w:rsidR="00BE00F7" w:rsidRDefault="00BE00F7" w:rsidP="00BE00F7">
      <w:r>
        <w:t>N_A: Avogadro-Konstante</w:t>
      </w:r>
      <w:r w:rsidR="00057DA8">
        <w:br/>
      </w:r>
      <w:r>
        <w:t>N: Anzahl der Teilchen</w:t>
      </w:r>
      <w:r w:rsidR="00057DA8">
        <w:br/>
      </w:r>
      <w:r>
        <w:t>n: Stoffmenge</w:t>
      </w:r>
    </w:p>
    <w:p w14:paraId="3C02B64F" w14:textId="77777777" w:rsidR="00057DA8" w:rsidRDefault="00057DA8" w:rsidP="00BE00F7"/>
    <w:p w14:paraId="47D298A8" w14:textId="50C54C08" w:rsidR="00BE00F7" w:rsidRDefault="00BE00F7" w:rsidP="00057DA8">
      <w:pPr>
        <w:pStyle w:val="berschrift3"/>
      </w:pPr>
      <w:r>
        <w:t>Molare Masse</w:t>
      </w:r>
    </w:p>
    <w:p w14:paraId="753744F0" w14:textId="15778556" w:rsidR="00BE00F7" w:rsidRDefault="00BE00F7" w:rsidP="00BE00F7">
      <w:r>
        <w:t>M</w:t>
      </w:r>
      <w:r w:rsidR="005562A6">
        <w:t xml:space="preserve"> </w:t>
      </w:r>
      <w:r>
        <w:t>=m</w:t>
      </w:r>
      <w:r w:rsidR="00861ED2">
        <w:t>/</w:t>
      </w:r>
      <w:r>
        <w:t>n</w:t>
      </w:r>
    </w:p>
    <w:p w14:paraId="1A5EE333" w14:textId="77777777" w:rsidR="00861ED2" w:rsidRDefault="00861ED2" w:rsidP="00BE00F7"/>
    <w:p w14:paraId="4744EA89" w14:textId="7A64BF3E" w:rsidR="00BE00F7" w:rsidRDefault="00BE00F7" w:rsidP="00BE00F7">
      <w:r>
        <w:t>M: molare Masse</w:t>
      </w:r>
      <w:r w:rsidR="00861ED2">
        <w:br/>
      </w:r>
      <w:r>
        <w:t>m: Masse</w:t>
      </w:r>
      <w:r w:rsidR="00861ED2">
        <w:br/>
      </w:r>
      <w:r>
        <w:t>n: Stoffmenge</w:t>
      </w:r>
    </w:p>
    <w:p w14:paraId="3CF5C356" w14:textId="77777777" w:rsidR="00861ED2" w:rsidRDefault="00861ED2" w:rsidP="00BE00F7"/>
    <w:p w14:paraId="39E66914" w14:textId="0609B1C7" w:rsidR="00BE00F7" w:rsidRDefault="00BE00F7" w:rsidP="00861ED2">
      <w:pPr>
        <w:pStyle w:val="berschrift3"/>
      </w:pPr>
      <w:r>
        <w:t>Molares Volumen</w:t>
      </w:r>
    </w:p>
    <w:p w14:paraId="5759FFE7" w14:textId="5D0B5A2D" w:rsidR="00BE00F7" w:rsidRDefault="00BE00F7" w:rsidP="00BE00F7">
      <w:r>
        <w:t>V_m</w:t>
      </w:r>
      <w:r w:rsidR="00861ED2">
        <w:t xml:space="preserve"> </w:t>
      </w:r>
      <w:r>
        <w:t>=V</w:t>
      </w:r>
      <w:r w:rsidR="00861ED2">
        <w:t>/</w:t>
      </w:r>
      <w:r>
        <w:t>n</w:t>
      </w:r>
    </w:p>
    <w:p w14:paraId="46944C26" w14:textId="77777777" w:rsidR="00861ED2" w:rsidRDefault="00861ED2" w:rsidP="00BE00F7"/>
    <w:p w14:paraId="1DFDD099" w14:textId="05D8F2BB" w:rsidR="00BE00F7" w:rsidRDefault="00BE00F7" w:rsidP="00BE00F7">
      <w:r>
        <w:t>V_m: Molares Volumen</w:t>
      </w:r>
      <w:r w:rsidR="00861ED2">
        <w:br/>
      </w:r>
      <w:r>
        <w:t>V: Volumen</w:t>
      </w:r>
      <w:r w:rsidR="00861ED2">
        <w:br/>
      </w:r>
      <w:r>
        <w:t>n: Stoffmenge</w:t>
      </w:r>
    </w:p>
    <w:p w14:paraId="537D8EE7" w14:textId="77777777" w:rsidR="00861ED2" w:rsidRDefault="00861ED2" w:rsidP="00BE00F7"/>
    <w:p w14:paraId="2D384DC2" w14:textId="6EE49D90" w:rsidR="00BE00F7" w:rsidRDefault="00BE00F7" w:rsidP="00861ED2">
      <w:pPr>
        <w:pStyle w:val="berschrift3"/>
      </w:pPr>
      <w:r>
        <w:t>Allgemeine Gasgleichung</w:t>
      </w:r>
    </w:p>
    <w:p w14:paraId="640BCC96" w14:textId="4BA9A58B" w:rsidR="00BE00F7" w:rsidRDefault="00BE00F7" w:rsidP="00BE00F7">
      <w:r>
        <w:t>P</w:t>
      </w:r>
      <w:r w:rsidR="00861ED2">
        <w:t xml:space="preserve"> </w:t>
      </w:r>
      <w:r>
        <w:t>*V</w:t>
      </w:r>
      <w:r w:rsidR="00861ED2">
        <w:t xml:space="preserve"> </w:t>
      </w:r>
      <w:r>
        <w:t>=n</w:t>
      </w:r>
      <w:r w:rsidR="00861ED2">
        <w:t xml:space="preserve"> </w:t>
      </w:r>
      <w:r>
        <w:t>*R</w:t>
      </w:r>
      <w:r w:rsidR="00861ED2">
        <w:t xml:space="preserve"> </w:t>
      </w:r>
      <w:r>
        <w:t>*T</w:t>
      </w:r>
    </w:p>
    <w:p w14:paraId="39164D70" w14:textId="77777777" w:rsidR="00861ED2" w:rsidRDefault="00861ED2" w:rsidP="00BE00F7"/>
    <w:p w14:paraId="21A38A30" w14:textId="3204E42D" w:rsidR="00BE00F7" w:rsidRDefault="00BE00F7" w:rsidP="00BE00F7">
      <w:r>
        <w:t>p: Druck</w:t>
      </w:r>
      <w:r w:rsidR="00861ED2">
        <w:br/>
      </w:r>
      <w:r>
        <w:t>V: Volumen</w:t>
      </w:r>
      <w:r w:rsidR="00861ED2">
        <w:br/>
      </w:r>
      <w:r>
        <w:t>n: Stoffmenge</w:t>
      </w:r>
      <w:r w:rsidR="00861ED2">
        <w:br/>
      </w:r>
      <w:r>
        <w:t>R: ideale Gaskonstante</w:t>
      </w:r>
      <w:r w:rsidR="00861ED2">
        <w:br/>
      </w:r>
      <w:r>
        <w:t>T: Temperatur</w:t>
      </w:r>
    </w:p>
    <w:p w14:paraId="5896D77A" w14:textId="77777777" w:rsidR="00861ED2" w:rsidRDefault="00861ED2" w:rsidP="00BE00F7"/>
    <w:p w14:paraId="19F9136E" w14:textId="00B2709D" w:rsidR="00BE00F7" w:rsidRDefault="00BE00F7" w:rsidP="00861ED2">
      <w:pPr>
        <w:pStyle w:val="berschrift3"/>
      </w:pPr>
      <w:r>
        <w:t>Stoffmengenkonzentration</w:t>
      </w:r>
    </w:p>
    <w:p w14:paraId="036B1B16" w14:textId="57C8C1C8" w:rsidR="00BE00F7" w:rsidRDefault="00BE00F7" w:rsidP="00BE00F7">
      <w:r>
        <w:t>c(A)</w:t>
      </w:r>
      <w:r w:rsidR="00861ED2">
        <w:t xml:space="preserve"> </w:t>
      </w:r>
      <w:r>
        <w:t>=\frac{n(A)}{V(Lsg)}</w:t>
      </w:r>
    </w:p>
    <w:p w14:paraId="388CE59D" w14:textId="77777777" w:rsidR="00861ED2" w:rsidRDefault="00861ED2" w:rsidP="00BE00F7"/>
    <w:p w14:paraId="21BCD904" w14:textId="74B31B63" w:rsidR="00BE00F7" w:rsidRDefault="00BE00F7" w:rsidP="00BE00F7">
      <w:r>
        <w:t>c(A): Stoffmengenkonzentration der Teilchen A</w:t>
      </w:r>
      <w:r w:rsidR="00861ED2">
        <w:br/>
      </w:r>
      <w:r>
        <w:t>n(A): Stoffmenge der Teilchen A</w:t>
      </w:r>
      <w:r w:rsidR="00861ED2">
        <w:br/>
      </w:r>
      <w:r>
        <w:t>V(Lsg): Volumen der Lösung</w:t>
      </w:r>
    </w:p>
    <w:p w14:paraId="14CE4807" w14:textId="77777777" w:rsidR="00861ED2" w:rsidRDefault="00861ED2" w:rsidP="00BE00F7"/>
    <w:p w14:paraId="64DE2EE4" w14:textId="162E99C8" w:rsidR="00BE00F7" w:rsidRDefault="00BE00F7" w:rsidP="00861ED2">
      <w:pPr>
        <w:pStyle w:val="berschrift3"/>
      </w:pPr>
      <w:r>
        <w:t>Massenkonzentration</w:t>
      </w:r>
    </w:p>
    <w:p w14:paraId="3AB9C2C3" w14:textId="4BBEFEEE" w:rsidR="00BE00F7" w:rsidRDefault="00861ED2" w:rsidP="00BE00F7">
      <w:r>
        <w:t>~b</w:t>
      </w:r>
      <w:r w:rsidR="00BE00F7">
        <w:t>(A)</w:t>
      </w:r>
      <w:r>
        <w:t xml:space="preserve"> </w:t>
      </w:r>
      <w:r w:rsidR="00BE00F7">
        <w:t>=\frac{m(A)}{V(Lsg)}</w:t>
      </w:r>
    </w:p>
    <w:p w14:paraId="3CF9CE9D" w14:textId="77777777" w:rsidR="00657B3D" w:rsidRDefault="00657B3D" w:rsidP="00BE00F7"/>
    <w:p w14:paraId="4ACB5D28" w14:textId="504C5C89" w:rsidR="00BE00F7" w:rsidRDefault="00657B3D" w:rsidP="00BE00F7">
      <w:r>
        <w:t>~b(</w:t>
      </w:r>
      <w:r w:rsidR="00BE00F7">
        <w:t>A): Massenkonzentration des Bestandteils A</w:t>
      </w:r>
      <w:r>
        <w:br/>
      </w:r>
      <w:r w:rsidR="00BE00F7">
        <w:t>m(A): Masse des Bestandteils A</w:t>
      </w:r>
      <w:r>
        <w:br/>
      </w:r>
      <w:r w:rsidR="00BE00F7">
        <w:t>V(Lsg): Volumen der Lösung</w:t>
      </w:r>
    </w:p>
    <w:p w14:paraId="7CBB321F" w14:textId="77777777" w:rsidR="00657B3D" w:rsidRDefault="00657B3D" w:rsidP="00BE00F7"/>
    <w:p w14:paraId="76C19335" w14:textId="1C86DC39" w:rsidR="00BE00F7" w:rsidRDefault="00BE00F7" w:rsidP="00657B3D">
      <w:pPr>
        <w:pStyle w:val="berschrift3"/>
      </w:pPr>
      <w:r>
        <w:t>Massenanteil</w:t>
      </w:r>
    </w:p>
    <w:p w14:paraId="7B39439F" w14:textId="256A5809" w:rsidR="00BE00F7" w:rsidRDefault="00451D14" w:rsidP="00BE00F7">
      <w:r>
        <w:t>~w</w:t>
      </w:r>
      <w:r w:rsidR="00BE00F7">
        <w:t>(A)</w:t>
      </w:r>
      <w:r>
        <w:t xml:space="preserve"> </w:t>
      </w:r>
      <w:r w:rsidR="00BE00F7">
        <w:t>=\frac{m(A)}{m(Gem)}</w:t>
      </w:r>
    </w:p>
    <w:p w14:paraId="15D287E4" w14:textId="77777777" w:rsidR="00451D14" w:rsidRDefault="00451D14" w:rsidP="00BE00F7"/>
    <w:p w14:paraId="4CC572BB" w14:textId="0BF21EF2" w:rsidR="00BE00F7" w:rsidRDefault="00451D14" w:rsidP="00BE00F7">
      <w:r>
        <w:t>~w</w:t>
      </w:r>
      <w:r w:rsidR="00BE00F7">
        <w:t>(A): Massenanteil des Bestandteils A</w:t>
      </w:r>
      <w:r>
        <w:br/>
      </w:r>
      <w:r w:rsidR="00BE00F7">
        <w:t>m(A): Masse des Bestandteils A</w:t>
      </w:r>
      <w:r>
        <w:br/>
      </w:r>
      <w:r w:rsidR="00BE00F7">
        <w:t>m(Gem): Masse des Gemisches</w:t>
      </w:r>
    </w:p>
    <w:p w14:paraId="4DCF44E7" w14:textId="77777777" w:rsidR="00BE00F7" w:rsidRDefault="00BE00F7" w:rsidP="00BE00F7"/>
    <w:p w14:paraId="23932B03" w14:textId="77777777" w:rsidR="00BE00F7" w:rsidRDefault="00BE00F7" w:rsidP="00BE00F7">
      <w:r>
        <w:t>((10))</w:t>
      </w:r>
    </w:p>
    <w:p w14:paraId="5FE5C471" w14:textId="77777777" w:rsidR="00BE00F7" w:rsidRDefault="00BE00F7" w:rsidP="00451D14">
      <w:pPr>
        <w:pStyle w:val="berschrift3"/>
      </w:pPr>
      <w:r>
        <w:t>Volumenanteil</w:t>
      </w:r>
    </w:p>
    <w:p w14:paraId="0CADFF4A" w14:textId="2EEA5BA6" w:rsidR="00BE00F7" w:rsidRDefault="00451D14" w:rsidP="00BE00F7">
      <w:r>
        <w:t>~f</w:t>
      </w:r>
      <w:r w:rsidR="00BE00F7">
        <w:t>(A)</w:t>
      </w:r>
      <w:r>
        <w:t xml:space="preserve"> </w:t>
      </w:r>
      <w:r w:rsidR="00BE00F7">
        <w:t>=\frac{V(A)}{V(A)</w:t>
      </w:r>
      <w:r>
        <w:t xml:space="preserve"> </w:t>
      </w:r>
      <w:r w:rsidR="00BE00F7">
        <w:t>+V(B)}</w:t>
      </w:r>
    </w:p>
    <w:p w14:paraId="4F8839A6" w14:textId="77777777" w:rsidR="00451D14" w:rsidRDefault="00451D14" w:rsidP="00BE00F7"/>
    <w:p w14:paraId="3DBA6CA6" w14:textId="22FDBC33" w:rsidR="00BE00F7" w:rsidRDefault="00451D14" w:rsidP="00BE00F7">
      <w:r>
        <w:lastRenderedPageBreak/>
        <w:t>~f</w:t>
      </w:r>
      <w:r w:rsidR="00BE00F7">
        <w:t>(A): Volumenanteil des Bestandteils A</w:t>
      </w:r>
      <w:r>
        <w:br/>
      </w:r>
      <w:r w:rsidR="00BE00F7">
        <w:t>V(A): Volumen des Bestandteils A</w:t>
      </w:r>
      <w:r>
        <w:br/>
      </w:r>
      <w:r w:rsidR="00BE00F7">
        <w:t>V(B): Volumen des Bestandteils B</w:t>
      </w:r>
    </w:p>
    <w:p w14:paraId="074C0EA0" w14:textId="77777777" w:rsidR="00451D14" w:rsidRDefault="00451D14" w:rsidP="00BE00F7"/>
    <w:p w14:paraId="33E6E117" w14:textId="7B29A280" w:rsidR="00BE00F7" w:rsidRDefault="00BE00F7" w:rsidP="00451D14">
      <w:pPr>
        <w:pStyle w:val="berschrift2"/>
      </w:pPr>
      <w:r>
        <w:t>2.2 Gleichgewichtsreaktionen</w:t>
      </w:r>
    </w:p>
    <w:p w14:paraId="3B55FF74" w14:textId="77777777" w:rsidR="00BE00F7" w:rsidRDefault="00BE00F7" w:rsidP="00451D14">
      <w:pPr>
        <w:pStyle w:val="berschrift3"/>
      </w:pPr>
      <w:r>
        <w:t>Massenwirkungsgesetz</w:t>
      </w:r>
    </w:p>
    <w:p w14:paraId="757FBF4A" w14:textId="65206E25" w:rsidR="00BE00F7" w:rsidRDefault="00BE00F7" w:rsidP="00BE00F7">
      <w:r>
        <w:t>Für eine allgemeine Reaktion</w:t>
      </w:r>
      <w:r w:rsidR="00451D14">
        <w:br/>
      </w:r>
      <w:r>
        <w:t>aA+bB \rlh cC+dD</w:t>
      </w:r>
      <w:r w:rsidR="00A03324">
        <w:t xml:space="preserve"> </w:t>
      </w:r>
      <w:r>
        <w:t>gilt:</w:t>
      </w:r>
    </w:p>
    <w:p w14:paraId="40DA706B" w14:textId="44FBC338" w:rsidR="00BE00F7" w:rsidRDefault="00BE00F7" w:rsidP="00BE00F7">
      <w:r>
        <w:t>K_c</w:t>
      </w:r>
      <w:r w:rsidR="00A03324">
        <w:t xml:space="preserve"> </w:t>
      </w:r>
      <w:r>
        <w:t>=\frac{c^c(C)</w:t>
      </w:r>
      <w:r w:rsidR="00A03324">
        <w:t xml:space="preserve"> </w:t>
      </w:r>
      <w:r>
        <w:t>*c^d(D)}{c^a(A)</w:t>
      </w:r>
      <w:r w:rsidR="00A03324">
        <w:t xml:space="preserve"> </w:t>
      </w:r>
      <w:r>
        <w:t>*c^b(B)}</w:t>
      </w:r>
    </w:p>
    <w:p w14:paraId="1C131B3C" w14:textId="77777777" w:rsidR="00A03324" w:rsidRDefault="00A03324" w:rsidP="00BE00F7"/>
    <w:p w14:paraId="071CEE78" w14:textId="5B957EEC" w:rsidR="00BE00F7" w:rsidRDefault="00BE00F7" w:rsidP="00BE00F7">
      <w:r>
        <w:t>K_c: Gleichgewichtskonstante</w:t>
      </w:r>
      <w:r w:rsidR="00A03324">
        <w:br/>
      </w:r>
      <w:r>
        <w:t>c: Stoffmengenkonzentration</w:t>
      </w:r>
      <w:r w:rsidR="00A03324">
        <w:br/>
      </w:r>
      <w:r>
        <w:t>a, b, c, d: stöchiometrische Koeffizienten</w:t>
      </w:r>
    </w:p>
    <w:p w14:paraId="6D8FB28D" w14:textId="77777777" w:rsidR="00A03324" w:rsidRDefault="00A03324" w:rsidP="00BE00F7"/>
    <w:p w14:paraId="7BF526AD" w14:textId="11330691" w:rsidR="00BE00F7" w:rsidRDefault="00BE00F7" w:rsidP="00A03324">
      <w:pPr>
        <w:pStyle w:val="berschrift3"/>
      </w:pPr>
      <w:r>
        <w:t>Löslichkeitsprodukt</w:t>
      </w:r>
    </w:p>
    <w:p w14:paraId="06D9C26F" w14:textId="74D6E561" w:rsidR="00BE00F7" w:rsidRDefault="00BE00F7" w:rsidP="00BE00F7">
      <w:r>
        <w:t xml:space="preserve">Für A_mB_n </w:t>
      </w:r>
      <w:r w:rsidR="00A03324">
        <w:t>\rlh</w:t>
      </w:r>
      <w:r>
        <w:t xml:space="preserve"> mA^{n^+}</w:t>
      </w:r>
      <w:r w:rsidR="00A03324">
        <w:t xml:space="preserve"> </w:t>
      </w:r>
      <w:r>
        <w:t>+nB^{m^-} gilt:</w:t>
      </w:r>
    </w:p>
    <w:p w14:paraId="6B04D6B1" w14:textId="4745698F" w:rsidR="00BE00F7" w:rsidRDefault="00BE00F7" w:rsidP="00BE00F7">
      <w:r>
        <w:t>K_L</w:t>
      </w:r>
      <w:r w:rsidR="00A03324">
        <w:t xml:space="preserve"> </w:t>
      </w:r>
      <w:r>
        <w:t>=c^m(A^{n^+})</w:t>
      </w:r>
      <w:r w:rsidR="00A03324">
        <w:t xml:space="preserve"> </w:t>
      </w:r>
      <w:r>
        <w:t>*c^n(B{m^-})</w:t>
      </w:r>
    </w:p>
    <w:p w14:paraId="33AD313F" w14:textId="4CEF6FC9" w:rsidR="00BE00F7" w:rsidRDefault="00BE00F7" w:rsidP="00BE00F7">
      <w:r>
        <w:t>pK_L</w:t>
      </w:r>
      <w:r w:rsidR="00A03324">
        <w:t xml:space="preserve"> </w:t>
      </w:r>
      <w:r>
        <w:t>=-lg{K_L}</w:t>
      </w:r>
    </w:p>
    <w:p w14:paraId="58D8A51A" w14:textId="77777777" w:rsidR="00A03324" w:rsidRDefault="00A03324" w:rsidP="00BE00F7"/>
    <w:p w14:paraId="14378210" w14:textId="70E6CBFD" w:rsidR="00BE00F7" w:rsidRDefault="00BE00F7" w:rsidP="00BE00F7">
      <w:r>
        <w:t>K_L: Löslichkeitsprodukt</w:t>
      </w:r>
      <w:r w:rsidR="00A03324">
        <w:br/>
      </w:r>
      <w:r>
        <w:t>c(A^{n^+}): Stoffmengenkonzentration des Kations</w:t>
      </w:r>
      <w:r w:rsidR="00A03324">
        <w:br/>
      </w:r>
      <w:r>
        <w:t>n: Anzahl der positiven Ladungen, stöchiometrischer Koeffizient</w:t>
      </w:r>
      <w:r w:rsidR="00A03324">
        <w:br/>
      </w:r>
      <w:r>
        <w:t>c(B^{m^-}): Stoffmengenkonzentration des Anions</w:t>
      </w:r>
      <w:r w:rsidR="00A03324">
        <w:br/>
      </w:r>
      <w:r>
        <w:t>m: Anzahl der negativen Ladungen, stöchiometrischer Koeffizient</w:t>
      </w:r>
      <w:r w:rsidR="00A03324">
        <w:br/>
      </w:r>
      <w:r>
        <w:t>{K_L}: Zahlenwert von K_L</w:t>
      </w:r>
    </w:p>
    <w:p w14:paraId="05082143" w14:textId="77777777" w:rsidR="00A03324" w:rsidRDefault="00A03324" w:rsidP="00BE00F7"/>
    <w:p w14:paraId="3085595C" w14:textId="612C8C1D" w:rsidR="00BE00F7" w:rsidRDefault="00BE00F7" w:rsidP="00A03324">
      <w:pPr>
        <w:pStyle w:val="berschrift2"/>
      </w:pPr>
      <w:r>
        <w:t>2.3 Protonenübergänge</w:t>
      </w:r>
    </w:p>
    <w:p w14:paraId="06C1E515" w14:textId="77777777" w:rsidR="00BE00F7" w:rsidRDefault="00BE00F7" w:rsidP="00A03324">
      <w:pPr>
        <w:pStyle w:val="berschrift3"/>
      </w:pPr>
      <w:r>
        <w:t>Ionenprodukt des Wassers</w:t>
      </w:r>
    </w:p>
    <w:p w14:paraId="577E151E" w14:textId="016917E2" w:rsidR="00BE00F7" w:rsidRDefault="00BE00F7" w:rsidP="00BE00F7">
      <w:r>
        <w:t>K_W</w:t>
      </w:r>
      <w:r w:rsidR="00A03324">
        <w:t xml:space="preserve"> </w:t>
      </w:r>
      <w:r>
        <w:t>=c(H_3O^+)</w:t>
      </w:r>
      <w:r w:rsidR="00A03324">
        <w:t xml:space="preserve"> </w:t>
      </w:r>
      <w:r>
        <w:t>*c(OH^-)</w:t>
      </w:r>
    </w:p>
    <w:p w14:paraId="1AFD0C79" w14:textId="37C5E10A" w:rsidR="00BE00F7" w:rsidRDefault="00BE00F7" w:rsidP="00BE00F7">
      <w:r>
        <w:t>pK_W</w:t>
      </w:r>
      <w:r w:rsidR="00A03324">
        <w:t xml:space="preserve"> </w:t>
      </w:r>
      <w:r>
        <w:t>=-lg{K_W}</w:t>
      </w:r>
    </w:p>
    <w:p w14:paraId="78D438FF" w14:textId="4FF4E961" w:rsidR="00BE00F7" w:rsidRDefault="00BE00F7" w:rsidP="00BE00F7">
      <w:r>
        <w:t>pK_W</w:t>
      </w:r>
      <w:r w:rsidR="00A03324">
        <w:t xml:space="preserve"> </w:t>
      </w:r>
      <w:r>
        <w:t>=pH</w:t>
      </w:r>
      <w:r w:rsidR="00A03324">
        <w:t xml:space="preserve"> </w:t>
      </w:r>
      <w:r>
        <w:t>+pOH</w:t>
      </w:r>
    </w:p>
    <w:p w14:paraId="72EDB9F8" w14:textId="77777777" w:rsidR="00A03324" w:rsidRDefault="00A03324" w:rsidP="00BE00F7"/>
    <w:p w14:paraId="7E8FC103" w14:textId="58BC2552" w:rsidR="00BE00F7" w:rsidRDefault="00BE00F7" w:rsidP="00BE00F7">
      <w:r>
        <w:t>K_w: Ionenprodukt des Wassers</w:t>
      </w:r>
      <w:r w:rsidR="00A03324">
        <w:br/>
      </w:r>
      <w:r>
        <w:t>{K_w}: Zahlenwert von K_w</w:t>
      </w:r>
      <w:r w:rsidR="00A03324">
        <w:br/>
      </w:r>
      <w:r>
        <w:t>c: Stoffmengenkonzentration</w:t>
      </w:r>
    </w:p>
    <w:p w14:paraId="6BEC9E9A" w14:textId="77777777" w:rsidR="00BE00F7" w:rsidRDefault="00BE00F7" w:rsidP="00BE00F7"/>
    <w:p w14:paraId="6F8D665D" w14:textId="77777777" w:rsidR="00BE00F7" w:rsidRDefault="00BE00F7" w:rsidP="00BE00F7">
      <w:r>
        <w:t>((11))</w:t>
      </w:r>
    </w:p>
    <w:p w14:paraId="1E9CF7B2" w14:textId="77777777" w:rsidR="00BE00F7" w:rsidRDefault="00BE00F7" w:rsidP="00A03324">
      <w:pPr>
        <w:pStyle w:val="berschrift3"/>
      </w:pPr>
      <w:r>
        <w:t>pH-Wert und pOH-Wert</w:t>
      </w:r>
    </w:p>
    <w:p w14:paraId="06D72F86" w14:textId="15178C7B" w:rsidR="00BE00F7" w:rsidRDefault="00BE00F7" w:rsidP="00BE00F7">
      <w:r>
        <w:t>pH</w:t>
      </w:r>
      <w:r w:rsidR="00A03324">
        <w:t xml:space="preserve"> </w:t>
      </w:r>
      <w:r>
        <w:t>=-lg{c(H_3O^+)}</w:t>
      </w:r>
    </w:p>
    <w:p w14:paraId="0846E294" w14:textId="437514F0" w:rsidR="00BE00F7" w:rsidRDefault="00BE00F7" w:rsidP="00BE00F7">
      <w:r>
        <w:t>pOH</w:t>
      </w:r>
      <w:r w:rsidR="00A03324">
        <w:t xml:space="preserve"> </w:t>
      </w:r>
      <w:r>
        <w:t>=-lg{c(OH^-)}</w:t>
      </w:r>
    </w:p>
    <w:p w14:paraId="0D891ED5" w14:textId="77777777" w:rsidR="00A03324" w:rsidRDefault="00A03324" w:rsidP="00BE00F7"/>
    <w:p w14:paraId="2D8D9BE3" w14:textId="33FEA969" w:rsidR="00BE00F7" w:rsidRDefault="00BE00F7" w:rsidP="00BE00F7">
      <w:r>
        <w:t>c: Stoffmengenkonzentration</w:t>
      </w:r>
      <w:r w:rsidR="00A03324">
        <w:br/>
      </w:r>
      <w:r>
        <w:t>{c(H_3O^+)}: Zahlenwert von c(H_3O^+)</w:t>
      </w:r>
      <w:r w:rsidR="00A03324">
        <w:br/>
      </w:r>
      <w:r>
        <w:t>{c(OH-)}: Zahlenwert von c(OH^-)</w:t>
      </w:r>
    </w:p>
    <w:p w14:paraId="1B0959A9" w14:textId="77777777" w:rsidR="00A03324" w:rsidRDefault="00A03324" w:rsidP="00BE00F7"/>
    <w:p w14:paraId="2CA218C6" w14:textId="4BB5DDC3" w:rsidR="00BE00F7" w:rsidRDefault="00BE00F7" w:rsidP="00A03324">
      <w:pPr>
        <w:pStyle w:val="berschrift3"/>
      </w:pPr>
      <w:r>
        <w:t>Säurekonstante und Säureexponent</w:t>
      </w:r>
    </w:p>
    <w:p w14:paraId="619D3E71" w14:textId="074C8A8A" w:rsidR="00BE00F7" w:rsidRDefault="00BE00F7" w:rsidP="00BE00F7">
      <w:r>
        <w:t>Für HA</w:t>
      </w:r>
      <w:r w:rsidR="00A03324">
        <w:t xml:space="preserve"> </w:t>
      </w:r>
      <w:r>
        <w:t xml:space="preserve">+H_2O </w:t>
      </w:r>
      <w:r w:rsidR="00A03324">
        <w:t>\rlh</w:t>
      </w:r>
      <w:r>
        <w:t xml:space="preserve"> A^-</w:t>
      </w:r>
      <w:r w:rsidR="00A03324">
        <w:t xml:space="preserve"> </w:t>
      </w:r>
      <w:r>
        <w:t>+H_3O^+ gilt:</w:t>
      </w:r>
    </w:p>
    <w:p w14:paraId="68715F12" w14:textId="1E7F4DE5" w:rsidR="00BE00F7" w:rsidRDefault="00BE00F7" w:rsidP="00BE00F7">
      <w:r>
        <w:t>K_S</w:t>
      </w:r>
      <w:r w:rsidR="00A03324">
        <w:t xml:space="preserve"> </w:t>
      </w:r>
      <w:r>
        <w:t>=\frac{c(H_3O^+)</w:t>
      </w:r>
      <w:r w:rsidR="00A03324">
        <w:t xml:space="preserve"> </w:t>
      </w:r>
      <w:r>
        <w:t>*c(A^-)}{c(HA)}</w:t>
      </w:r>
    </w:p>
    <w:p w14:paraId="58D33A50" w14:textId="3A70EC0D" w:rsidR="00A03324" w:rsidRDefault="00A03324" w:rsidP="00A03324">
      <w:r>
        <w:t>pK_S</w:t>
      </w:r>
      <w:r>
        <w:t xml:space="preserve"> </w:t>
      </w:r>
      <w:r>
        <w:t>=-lg{K_S}</w:t>
      </w:r>
    </w:p>
    <w:p w14:paraId="585B76D0" w14:textId="77777777" w:rsidR="00A03324" w:rsidRDefault="00A03324" w:rsidP="00BE00F7"/>
    <w:p w14:paraId="4F83A625" w14:textId="054068A2" w:rsidR="00BE00F7" w:rsidRDefault="00BE00F7" w:rsidP="00BE00F7">
      <w:r>
        <w:t>K_S: Säurekonstante</w:t>
      </w:r>
      <w:r w:rsidR="00A03324">
        <w:br/>
      </w:r>
      <w:r>
        <w:t>c: Stoffmengenkonzentration</w:t>
      </w:r>
      <w:r w:rsidR="00A03324">
        <w:br/>
      </w:r>
      <w:r>
        <w:t>pK_S: Säureexponent</w:t>
      </w:r>
      <w:r w:rsidR="00A03324">
        <w:br/>
      </w:r>
      <w:r>
        <w:t>{K_S}: Zahlenwert von K_S</w:t>
      </w:r>
    </w:p>
    <w:p w14:paraId="070A3297" w14:textId="77777777" w:rsidR="00951DA9" w:rsidRDefault="00951DA9" w:rsidP="00BE00F7"/>
    <w:p w14:paraId="0889C0B2" w14:textId="08B0F095" w:rsidR="00BE00F7" w:rsidRDefault="00BE00F7" w:rsidP="00951DA9">
      <w:pPr>
        <w:pStyle w:val="berschrift3"/>
      </w:pPr>
      <w:r>
        <w:t>Basenkonstante und Basenexponent</w:t>
      </w:r>
    </w:p>
    <w:p w14:paraId="27B22BAE" w14:textId="3517E712" w:rsidR="00BE00F7" w:rsidRDefault="00BE00F7" w:rsidP="00BE00F7">
      <w:r>
        <w:t>Für H_2O</w:t>
      </w:r>
      <w:r w:rsidR="00951DA9">
        <w:t xml:space="preserve"> </w:t>
      </w:r>
      <w:r>
        <w:t xml:space="preserve">+B </w:t>
      </w:r>
      <w:r w:rsidR="00A03324">
        <w:t>\rlh</w:t>
      </w:r>
      <w:r>
        <w:t xml:space="preserve"> OH^-</w:t>
      </w:r>
      <w:r w:rsidR="00951DA9">
        <w:t xml:space="preserve"> </w:t>
      </w:r>
      <w:r>
        <w:t>+HB^+ gilt:</w:t>
      </w:r>
    </w:p>
    <w:p w14:paraId="794282D5" w14:textId="6CF8347C" w:rsidR="00BE00F7" w:rsidRDefault="00BE00F7" w:rsidP="00BE00F7">
      <w:r>
        <w:t>K_B</w:t>
      </w:r>
      <w:r w:rsidR="00951DA9">
        <w:t xml:space="preserve"> </w:t>
      </w:r>
      <w:r>
        <w:t>=\frac{c(OH^-)</w:t>
      </w:r>
      <w:r w:rsidR="00951DA9">
        <w:t xml:space="preserve"> </w:t>
      </w:r>
      <w:r>
        <w:t>*c(HB^+}{c(B)}</w:t>
      </w:r>
    </w:p>
    <w:p w14:paraId="589AECD8" w14:textId="4A7D00F8" w:rsidR="00951DA9" w:rsidRDefault="00951DA9" w:rsidP="00951DA9">
      <w:r>
        <w:t>pK_B</w:t>
      </w:r>
      <w:r>
        <w:t xml:space="preserve"> </w:t>
      </w:r>
      <w:r>
        <w:t>=-lg{K_B}</w:t>
      </w:r>
    </w:p>
    <w:p w14:paraId="3DD8AAAC" w14:textId="77777777" w:rsidR="00951DA9" w:rsidRDefault="00951DA9" w:rsidP="00BE00F7"/>
    <w:p w14:paraId="26F376C9" w14:textId="0CC34FE0" w:rsidR="00BE00F7" w:rsidRDefault="00BE00F7" w:rsidP="00BE00F7">
      <w:r>
        <w:lastRenderedPageBreak/>
        <w:t>K_B: Basenkonstante</w:t>
      </w:r>
      <w:r w:rsidR="00951DA9">
        <w:br/>
      </w:r>
      <w:r>
        <w:t>c: Stoffmengenkonzentration</w:t>
      </w:r>
    </w:p>
    <w:p w14:paraId="6E48D65B" w14:textId="30BB996D" w:rsidR="00BE00F7" w:rsidRDefault="00BE00F7" w:rsidP="00BE00F7">
      <w:r>
        <w:t>pK_B: Basenexponent</w:t>
      </w:r>
      <w:r w:rsidR="00951DA9">
        <w:br/>
      </w:r>
      <w:r>
        <w:t>{K_B}: Zahlenwert von K_B</w:t>
      </w:r>
    </w:p>
    <w:p w14:paraId="3031B98E" w14:textId="77777777" w:rsidR="00951DA9" w:rsidRDefault="00951DA9" w:rsidP="00BE00F7"/>
    <w:p w14:paraId="7B546348" w14:textId="27F9AB6A" w:rsidR="00BE00F7" w:rsidRDefault="00BE00F7" w:rsidP="00951DA9">
      <w:pPr>
        <w:pStyle w:val="berschrift3"/>
      </w:pPr>
      <w:r>
        <w:t>Oxonium-Ionen-Konzentration und pH-Wert</w:t>
      </w:r>
    </w:p>
    <w:p w14:paraId="10E68C00" w14:textId="77777777" w:rsidR="00951DA9" w:rsidRDefault="00951DA9" w:rsidP="00BE00F7"/>
    <w:p w14:paraId="6F71B5AB" w14:textId="4F0F16B2" w:rsidR="00BE00F7" w:rsidRDefault="00BE00F7" w:rsidP="00951DA9">
      <w:pPr>
        <w:pStyle w:val="berschrift4"/>
      </w:pPr>
      <w:r>
        <w:t>Oxonium-Ionen-Konzentration in sauren Lösungen</w:t>
      </w:r>
    </w:p>
    <w:p w14:paraId="2EA4A31D" w14:textId="5427E53B" w:rsidR="00BE00F7" w:rsidRDefault="00BE00F7" w:rsidP="00BE00F7">
      <w:r>
        <w:t xml:space="preserve">c(H_3O^+) </w:t>
      </w:r>
      <w:r w:rsidR="00951DA9">
        <w:t>\apx</w:t>
      </w:r>
      <w:r>
        <w:t xml:space="preserve"> -\frac{K_S}{2}</w:t>
      </w:r>
      <w:r w:rsidR="00951DA9">
        <w:t xml:space="preserve"> </w:t>
      </w:r>
      <w:r>
        <w:t>+</w:t>
      </w:r>
      <w:r w:rsidR="00951DA9">
        <w:t>\s</w:t>
      </w:r>
      <w:r>
        <w:t>{(\frac{K_S}{2})^2</w:t>
      </w:r>
      <w:r w:rsidR="00951DA9">
        <w:t xml:space="preserve"> </w:t>
      </w:r>
      <w:r>
        <w:t>+K_S</w:t>
      </w:r>
      <w:r w:rsidR="00951DA9">
        <w:t xml:space="preserve"> </w:t>
      </w:r>
      <w:r>
        <w:t>*c_0(HA)}</w:t>
      </w:r>
    </w:p>
    <w:p w14:paraId="0E6E546A" w14:textId="77777777" w:rsidR="00951DA9" w:rsidRDefault="00951DA9" w:rsidP="00BE00F7"/>
    <w:p w14:paraId="1189BC5B" w14:textId="7D13A8D6" w:rsidR="00BE00F7" w:rsidRDefault="00BE00F7" w:rsidP="00BE00F7">
      <w:r>
        <w:t>c: Stoffmengenkonzentration</w:t>
      </w:r>
      <w:r w:rsidR="00951DA9">
        <w:br/>
      </w:r>
      <w:r>
        <w:t>K_S: Säurekonstante</w:t>
      </w:r>
      <w:r w:rsidR="00951DA9">
        <w:br/>
      </w:r>
      <w:r>
        <w:t>C_0: Anfangskonzentration</w:t>
      </w:r>
    </w:p>
    <w:p w14:paraId="6C0BBC28" w14:textId="77777777" w:rsidR="00BE00F7" w:rsidRDefault="00BE00F7" w:rsidP="00BE00F7"/>
    <w:p w14:paraId="193E4737" w14:textId="77777777" w:rsidR="00BE00F7" w:rsidRDefault="00BE00F7" w:rsidP="00951DA9">
      <w:pPr>
        <w:pStyle w:val="berschrift4"/>
      </w:pPr>
      <w:r>
        <w:t>pH-Wert bei vollständiger Protolyse</w:t>
      </w:r>
    </w:p>
    <w:p w14:paraId="053EC60D" w14:textId="679C67D1" w:rsidR="00BE00F7" w:rsidRDefault="00BE00F7" w:rsidP="00BE00F7">
      <w:r>
        <w:t xml:space="preserve">pH </w:t>
      </w:r>
      <w:r w:rsidR="00951DA9">
        <w:t>\apx</w:t>
      </w:r>
      <w:r>
        <w:t xml:space="preserve"> -lg{c_0(HA)}</w:t>
      </w:r>
    </w:p>
    <w:p w14:paraId="5085B108" w14:textId="77777777" w:rsidR="00951DA9" w:rsidRDefault="00951DA9" w:rsidP="00BE00F7"/>
    <w:p w14:paraId="6A396BD6" w14:textId="03048B80" w:rsidR="00BE00F7" w:rsidRDefault="00BE00F7" w:rsidP="00BE00F7">
      <w:r>
        <w:t>c_0: Anfangskonzentration</w:t>
      </w:r>
      <w:r w:rsidR="00951DA9">
        <w:br/>
      </w:r>
      <w:r>
        <w:t>{c_0(HA)}: Zahlenwert von c_0(HA)</w:t>
      </w:r>
    </w:p>
    <w:p w14:paraId="37EAEC73" w14:textId="77777777" w:rsidR="00BE00F7" w:rsidRDefault="00BE00F7" w:rsidP="00BE00F7"/>
    <w:p w14:paraId="4A7DCD58" w14:textId="77777777" w:rsidR="00BE00F7" w:rsidRDefault="00BE00F7" w:rsidP="00951DA9">
      <w:pPr>
        <w:pStyle w:val="berschrift4"/>
      </w:pPr>
      <w:r>
        <w:t>pH-Wert bei unvollständiger Protolyse</w:t>
      </w:r>
    </w:p>
    <w:p w14:paraId="573B9371" w14:textId="655A7DD2" w:rsidR="00BE00F7" w:rsidRDefault="00BE00F7" w:rsidP="00BE00F7">
      <w:r>
        <w:t xml:space="preserve">pH </w:t>
      </w:r>
      <w:r w:rsidR="00951DA9">
        <w:t>\apx</w:t>
      </w:r>
      <w:r>
        <w:t xml:space="preserve"> 1</w:t>
      </w:r>
      <w:r w:rsidR="00951DA9">
        <w:t>/</w:t>
      </w:r>
      <w:r>
        <w:t>2</w:t>
      </w:r>
      <w:r w:rsidR="00951DA9">
        <w:t xml:space="preserve"> </w:t>
      </w:r>
      <w:r>
        <w:t>*(pK_S</w:t>
      </w:r>
      <w:r w:rsidR="00951DA9">
        <w:t xml:space="preserve"> </w:t>
      </w:r>
      <w:r>
        <w:t>-lg{c_0(HA)})</w:t>
      </w:r>
    </w:p>
    <w:p w14:paraId="3724EAB3" w14:textId="77777777" w:rsidR="00951DA9" w:rsidRDefault="00951DA9" w:rsidP="00BE00F7"/>
    <w:p w14:paraId="69530EA8" w14:textId="7DAF79E5" w:rsidR="00BE00F7" w:rsidRDefault="00BE00F7" w:rsidP="00BE00F7">
      <w:r>
        <w:t>pK_S: Säureexponent</w:t>
      </w:r>
      <w:r w:rsidR="00951DA9">
        <w:br/>
      </w:r>
      <w:r>
        <w:t>{c_0(HA)}: Zahlenwert von c_0(HA)</w:t>
      </w:r>
    </w:p>
    <w:p w14:paraId="3266269D" w14:textId="77777777" w:rsidR="00BE00F7" w:rsidRDefault="00BE00F7" w:rsidP="00BE00F7"/>
    <w:p w14:paraId="13E417E0" w14:textId="77777777" w:rsidR="00BE00F7" w:rsidRDefault="00BE00F7" w:rsidP="00BE00F7">
      <w:r>
        <w:t>((12))</w:t>
      </w:r>
    </w:p>
    <w:p w14:paraId="3074A0C0" w14:textId="77777777" w:rsidR="00BE00F7" w:rsidRDefault="00BE00F7" w:rsidP="00951DA9">
      <w:pPr>
        <w:pStyle w:val="berschrift4"/>
      </w:pPr>
      <w:r>
        <w:t>pH-Wert von Pufferlösungen (Henderson-Hasselbalch-Gleichung)</w:t>
      </w:r>
    </w:p>
    <w:p w14:paraId="0547BE52" w14:textId="6DBDCD82" w:rsidR="00BE00F7" w:rsidRDefault="00BE00F7" w:rsidP="00BE00F7">
      <w:r>
        <w:t>pH</w:t>
      </w:r>
      <w:r w:rsidR="00951DA9">
        <w:t xml:space="preserve"> </w:t>
      </w:r>
      <w:r>
        <w:t>=pK_S</w:t>
      </w:r>
      <w:r w:rsidR="00951DA9">
        <w:t xml:space="preserve"> </w:t>
      </w:r>
      <w:r>
        <w:t>+lg{\frac{c(A^-)}{c(HA)}}</w:t>
      </w:r>
    </w:p>
    <w:p w14:paraId="02D630F4" w14:textId="77777777" w:rsidR="00951DA9" w:rsidRDefault="00951DA9" w:rsidP="00BE00F7"/>
    <w:p w14:paraId="43A59E1A" w14:textId="790C44AA" w:rsidR="00BE00F7" w:rsidRDefault="00BE00F7" w:rsidP="00BE00F7">
      <w:r>
        <w:t>pK_S: Säureexponent</w:t>
      </w:r>
      <w:r w:rsidR="00951DA9">
        <w:br/>
      </w:r>
      <w:r>
        <w:t>c: Stoffmengenkonzentration</w:t>
      </w:r>
    </w:p>
    <w:p w14:paraId="7F5F317F" w14:textId="77777777" w:rsidR="00951DA9" w:rsidRDefault="00951DA9" w:rsidP="00BE00F7"/>
    <w:p w14:paraId="43AF2CB4" w14:textId="66B315FB" w:rsidR="00BE00F7" w:rsidRDefault="00BE00F7" w:rsidP="00951DA9">
      <w:pPr>
        <w:pStyle w:val="berschrift2"/>
      </w:pPr>
      <w:r>
        <w:t>2.4 Elektronenübergänge</w:t>
      </w:r>
    </w:p>
    <w:p w14:paraId="3252C664" w14:textId="77777777" w:rsidR="00BE00F7" w:rsidRDefault="00BE00F7" w:rsidP="00951DA9">
      <w:pPr>
        <w:pStyle w:val="berschrift3"/>
      </w:pPr>
      <w:r>
        <w:t>Berechnung der Zellspannung</w:t>
      </w:r>
    </w:p>
    <w:p w14:paraId="2C91AB5E" w14:textId="643246DC" w:rsidR="00BE00F7" w:rsidRDefault="00951DA9" w:rsidP="00BE00F7">
      <w:r>
        <w:t>~D</w:t>
      </w:r>
      <w:r w:rsidR="00BE00F7">
        <w:t>E</w:t>
      </w:r>
      <w:r>
        <w:t xml:space="preserve"> </w:t>
      </w:r>
      <w:r w:rsidR="00BE00F7">
        <w:t>=E(K)</w:t>
      </w:r>
      <w:r>
        <w:t xml:space="preserve"> </w:t>
      </w:r>
      <w:r w:rsidR="00BE00F7">
        <w:t>-E(A)</w:t>
      </w:r>
    </w:p>
    <w:p w14:paraId="4DA97EA1" w14:textId="77777777" w:rsidR="00951DA9" w:rsidRDefault="00951DA9" w:rsidP="00BE00F7"/>
    <w:p w14:paraId="3A320B68" w14:textId="1DC8B47B" w:rsidR="00BE00F7" w:rsidRDefault="00951DA9" w:rsidP="00BE00F7">
      <w:r>
        <w:t>~D</w:t>
      </w:r>
      <w:r w:rsidR="00BE00F7">
        <w:t>E: Zellspannung</w:t>
      </w:r>
      <w:r>
        <w:br/>
      </w:r>
      <w:r w:rsidR="00BE00F7">
        <w:t>E(K): Potenzial der Kathoden-Halbzelle</w:t>
      </w:r>
      <w:r>
        <w:br/>
      </w:r>
      <w:r w:rsidR="00BE00F7">
        <w:t>E(A): Potenzial der Anoden-Halbzelle</w:t>
      </w:r>
    </w:p>
    <w:p w14:paraId="72E1624B" w14:textId="77777777" w:rsidR="00951DA9" w:rsidRDefault="00951DA9" w:rsidP="00BE00F7"/>
    <w:p w14:paraId="2CEC7690" w14:textId="4EFB58FD" w:rsidR="00BE00F7" w:rsidRDefault="00BE00F7" w:rsidP="00951DA9">
      <w:pPr>
        <w:pStyle w:val="berschrift4"/>
      </w:pPr>
      <w:r>
        <w:t>Nernst-Gleichung</w:t>
      </w:r>
    </w:p>
    <w:p w14:paraId="068D4DBB" w14:textId="6D8C2B47" w:rsidR="00BE00F7" w:rsidRDefault="00BE00F7" w:rsidP="00BE00F7">
      <w:r>
        <w:t>Für ein konjugiertes Redoxpaar</w:t>
      </w:r>
      <w:r w:rsidR="00951DA9">
        <w:br/>
      </w:r>
      <w:r>
        <w:t xml:space="preserve">Red </w:t>
      </w:r>
      <w:r w:rsidR="00A03324">
        <w:t>\rlh</w:t>
      </w:r>
      <w:r>
        <w:t xml:space="preserve"> Ox</w:t>
      </w:r>
      <w:r w:rsidR="00951DA9">
        <w:t xml:space="preserve"> </w:t>
      </w:r>
      <w:r>
        <w:t>+ze^- gilt bei T</w:t>
      </w:r>
      <w:r w:rsidR="00951DA9">
        <w:t xml:space="preserve"> </w:t>
      </w:r>
      <w:r>
        <w:t>=298,15K:</w:t>
      </w:r>
    </w:p>
    <w:p w14:paraId="75EBA31F" w14:textId="1B7773D7" w:rsidR="00BE00F7" w:rsidRDefault="00BE00F7" w:rsidP="00BE00F7">
      <w:r>
        <w:t>E</w:t>
      </w:r>
      <w:r w:rsidR="00951DA9">
        <w:t xml:space="preserve"> </w:t>
      </w:r>
      <w:r>
        <w:t>=E^0</w:t>
      </w:r>
      <w:r w:rsidR="00951DA9">
        <w:t xml:space="preserve"> </w:t>
      </w:r>
      <w:r>
        <w:t>+\frac{0,059V}{z}</w:t>
      </w:r>
      <w:r w:rsidR="00951DA9">
        <w:t xml:space="preserve"> </w:t>
      </w:r>
      <w:r>
        <w:t>*lg{\frac{c(Ox)}{c(Red)}}</w:t>
      </w:r>
    </w:p>
    <w:p w14:paraId="33D006C0" w14:textId="77777777" w:rsidR="00951DA9" w:rsidRDefault="00951DA9" w:rsidP="00BE00F7"/>
    <w:p w14:paraId="30DFAE2C" w14:textId="342C3C74" w:rsidR="00BE00F7" w:rsidRDefault="00BE00F7" w:rsidP="00BE00F7">
      <w:r>
        <w:t>Red: reduzierte Form</w:t>
      </w:r>
      <w:r w:rsidR="00951DA9">
        <w:br/>
      </w:r>
      <w:r>
        <w:t>Ox: oxidierte Form</w:t>
      </w:r>
      <w:r w:rsidR="00951DA9">
        <w:br/>
      </w:r>
      <w:r>
        <w:t>E: Potenzial des Redoxpaares</w:t>
      </w:r>
      <w:r w:rsidR="00951DA9">
        <w:br/>
      </w:r>
      <w:r>
        <w:t>E^0: Standardpotenzial des Redoxpaares</w:t>
      </w:r>
      <w:r w:rsidR="00951DA9">
        <w:br/>
      </w:r>
      <w:r>
        <w:t>z: Anzahl der übertragenen Elektronen</w:t>
      </w:r>
      <w:r w:rsidR="00951DA9">
        <w:br/>
      </w:r>
      <w:r>
        <w:t>c(Ox): Konzentration der oxidierten Form</w:t>
      </w:r>
      <w:r w:rsidR="00951DA9">
        <w:br/>
      </w:r>
      <w:r>
        <w:t>{c(Ox)}: Zahlenwert von c(Ox)</w:t>
      </w:r>
      <w:r w:rsidR="00951DA9">
        <w:br/>
      </w:r>
      <w:r>
        <w:t>c(Red): Konzentration der reduzierten Form</w:t>
      </w:r>
      <w:r w:rsidR="00951DA9">
        <w:br/>
      </w:r>
      <w:r>
        <w:t>{c(Red)}: Zahlenwert von c(Red)</w:t>
      </w:r>
    </w:p>
    <w:p w14:paraId="5236B98A" w14:textId="77777777" w:rsidR="00951DA9" w:rsidRDefault="00951DA9" w:rsidP="00BE00F7"/>
    <w:p w14:paraId="1029898E" w14:textId="2017F5A0" w:rsidR="00BE00F7" w:rsidRDefault="00BE00F7" w:rsidP="00951DA9">
      <w:pPr>
        <w:pStyle w:val="berschrift3"/>
      </w:pPr>
      <w:r>
        <w:t>Faraday-Gleichung</w:t>
      </w:r>
    </w:p>
    <w:p w14:paraId="248ECF93" w14:textId="0365F376" w:rsidR="00BE00F7" w:rsidRDefault="00BE00F7" w:rsidP="00BE00F7">
      <w:r>
        <w:t>n</w:t>
      </w:r>
      <w:r w:rsidR="00951DA9">
        <w:t xml:space="preserve"> </w:t>
      </w:r>
      <w:r>
        <w:t>\frac{I</w:t>
      </w:r>
      <w:r w:rsidR="00951DA9">
        <w:t xml:space="preserve"> </w:t>
      </w:r>
      <w:r>
        <w:t>*t}{z</w:t>
      </w:r>
      <w:r w:rsidR="00951DA9">
        <w:t xml:space="preserve"> </w:t>
      </w:r>
      <w:r>
        <w:t>*F}</w:t>
      </w:r>
    </w:p>
    <w:p w14:paraId="3339911E" w14:textId="77777777" w:rsidR="00951DA9" w:rsidRDefault="00951DA9" w:rsidP="00BE00F7"/>
    <w:p w14:paraId="47E829C8" w14:textId="5D64A8F3" w:rsidR="00BE00F7" w:rsidRDefault="00BE00F7" w:rsidP="00BE00F7">
      <w:r>
        <w:t>n: Stoffmenge</w:t>
      </w:r>
      <w:r w:rsidR="00951DA9">
        <w:br/>
      </w:r>
      <w:r>
        <w:t>I: elektrische Stromstärke</w:t>
      </w:r>
      <w:r w:rsidR="00951DA9">
        <w:br/>
      </w:r>
      <w:r>
        <w:lastRenderedPageBreak/>
        <w:t>t: Zeit</w:t>
      </w:r>
      <w:r w:rsidR="00951DA9">
        <w:br/>
      </w:r>
      <w:r>
        <w:t>z: Anzahl der übertragenen Elektronen</w:t>
      </w:r>
      <w:r w:rsidR="00951DA9">
        <w:br/>
      </w:r>
      <w:r>
        <w:t>F: Faraday-Konstante</w:t>
      </w:r>
    </w:p>
    <w:p w14:paraId="495DFE37" w14:textId="77777777" w:rsidR="00951DA9" w:rsidRDefault="00951DA9" w:rsidP="00BE00F7"/>
    <w:p w14:paraId="3097B1CD" w14:textId="79B2546E" w:rsidR="00BE00F7" w:rsidRDefault="00BE00F7" w:rsidP="00951DA9">
      <w:pPr>
        <w:pStyle w:val="berschrift3"/>
      </w:pPr>
      <w:r>
        <w:t>Elektrolyse</w:t>
      </w:r>
    </w:p>
    <w:p w14:paraId="468CDEA3" w14:textId="26774967" w:rsidR="00BE00F7" w:rsidRDefault="00BE00F7" w:rsidP="00BE00F7">
      <w:r>
        <w:t>U_Z</w:t>
      </w:r>
      <w:r w:rsidR="00951DA9">
        <w:t xml:space="preserve"> </w:t>
      </w:r>
      <w:r>
        <w:t>=E(A)</w:t>
      </w:r>
      <w:r w:rsidR="00951DA9">
        <w:t xml:space="preserve"> </w:t>
      </w:r>
      <w:r>
        <w:t>+</w:t>
      </w:r>
      <w:r w:rsidR="00951DA9">
        <w:t>~j</w:t>
      </w:r>
      <w:r>
        <w:t>(A) –(E(K)</w:t>
      </w:r>
      <w:r w:rsidR="00951DA9">
        <w:t xml:space="preserve"> </w:t>
      </w:r>
      <w:r>
        <w:t>+</w:t>
      </w:r>
      <w:r w:rsidR="00951DA9">
        <w:t>~j</w:t>
      </w:r>
      <w:r>
        <w:t>(K))</w:t>
      </w:r>
    </w:p>
    <w:p w14:paraId="5FC9ADCA" w14:textId="77777777" w:rsidR="00951DA9" w:rsidRDefault="00951DA9" w:rsidP="00BE00F7"/>
    <w:p w14:paraId="75E0D568" w14:textId="126EA9BB" w:rsidR="00BE00F7" w:rsidRDefault="00BE00F7" w:rsidP="00BE00F7">
      <w:r>
        <w:t>U_Z: Zersetzungsspannung</w:t>
      </w:r>
      <w:r w:rsidR="00951DA9">
        <w:br/>
      </w:r>
      <w:r>
        <w:t>E (A): Potenzial der Anoden-Halbzelle</w:t>
      </w:r>
      <w:r w:rsidR="00951DA9">
        <w:br/>
      </w:r>
      <w:r>
        <w:t>E (K): Potenzial der Kathoden-Halbzelle</w:t>
      </w:r>
      <w:r w:rsidR="00951DA9">
        <w:br/>
        <w:t>~j</w:t>
      </w:r>
      <w:r>
        <w:t>(A): Überspannung der Anoden-Halbzelle</w:t>
      </w:r>
      <w:r w:rsidR="00951DA9">
        <w:br/>
        <w:t>~j</w:t>
      </w:r>
      <w:r>
        <w:t>(K): Überspannung der Kathoden-Halbzelle</w:t>
      </w:r>
    </w:p>
    <w:p w14:paraId="4D67EE71" w14:textId="77777777" w:rsidR="00BE00F7" w:rsidRDefault="00BE00F7" w:rsidP="00BE00F7"/>
    <w:p w14:paraId="2733420A" w14:textId="77777777" w:rsidR="00BE00F7" w:rsidRDefault="00BE00F7" w:rsidP="00BE00F7">
      <w:r>
        <w:t>((13))</w:t>
      </w:r>
    </w:p>
    <w:p w14:paraId="74793D11" w14:textId="77777777" w:rsidR="00BE00F7" w:rsidRDefault="00BE00F7" w:rsidP="00951DA9">
      <w:pPr>
        <w:pStyle w:val="berschrift2"/>
      </w:pPr>
      <w:r>
        <w:t>2.5 Energetische und kinetische Aspekte chemischer Reaktionen</w:t>
      </w:r>
    </w:p>
    <w:p w14:paraId="16DAF150" w14:textId="0EA57F3D" w:rsidR="007000EF" w:rsidRDefault="007000EF" w:rsidP="007000EF">
      <w:pPr>
        <w:pStyle w:val="berschrift3"/>
      </w:pPr>
      <w:r>
        <w:t>Mittlere Reaktionsgeschwindigkeit</w:t>
      </w:r>
    </w:p>
    <w:p w14:paraId="6A28A14C" w14:textId="61F2EC0E" w:rsidR="00BE00F7" w:rsidRDefault="00BE00F7" w:rsidP="00BE00F7">
      <w:r>
        <w:t xml:space="preserve">Für eine allgemeine Reaktion A </w:t>
      </w:r>
      <w:r w:rsidR="00045494">
        <w:t>\ra</w:t>
      </w:r>
      <w:r>
        <w:t xml:space="preserve"> B gilt:</w:t>
      </w:r>
    </w:p>
    <w:p w14:paraId="045E9836" w14:textId="3E3FC1C8" w:rsidR="00BE00F7" w:rsidRDefault="00BE00F7" w:rsidP="00BE00F7">
      <w:r>
        <w:t>\</w:t>
      </w:r>
      <w:r w:rsidR="00045494">
        <w:t>ol</w:t>
      </w:r>
      <w:r>
        <w:t>(v)</w:t>
      </w:r>
      <w:r w:rsidR="00045494">
        <w:t xml:space="preserve"> </w:t>
      </w:r>
      <w:r>
        <w:t>=\frac{</w:t>
      </w:r>
      <w:r w:rsidR="00045494">
        <w:t>~D</w:t>
      </w:r>
      <w:r>
        <w:t>c(A)}{</w:t>
      </w:r>
      <w:r w:rsidR="00045494">
        <w:t>~D</w:t>
      </w:r>
      <w:r>
        <w:t>t}</w:t>
      </w:r>
      <w:r w:rsidR="00045494">
        <w:t xml:space="preserve"> </w:t>
      </w:r>
      <w:r>
        <w:t>=</w:t>
      </w:r>
      <w:r w:rsidR="00045494">
        <w:t xml:space="preserve"> </w:t>
      </w:r>
      <w:r>
        <w:t>+\frac{</w:t>
      </w:r>
      <w:r w:rsidR="00045494">
        <w:t>~D</w:t>
      </w:r>
      <w:r>
        <w:t>c(B)}{</w:t>
      </w:r>
      <w:r w:rsidR="00045494">
        <w:t>~D</w:t>
      </w:r>
      <w:r>
        <w:t>t}</w:t>
      </w:r>
    </w:p>
    <w:p w14:paraId="42BC6B75" w14:textId="77777777" w:rsidR="00045494" w:rsidRDefault="00045494" w:rsidP="00BE00F7"/>
    <w:p w14:paraId="3F6BB620" w14:textId="27DFDCC6" w:rsidR="00BE00F7" w:rsidRDefault="00BE00F7" w:rsidP="00BE00F7">
      <w:r>
        <w:t>\</w:t>
      </w:r>
      <w:r w:rsidR="00045494">
        <w:t>ol</w:t>
      </w:r>
      <w:r>
        <w:t>(v): mittlere Reaktionsgeschwindigkeit</w:t>
      </w:r>
      <w:r w:rsidR="00045494">
        <w:br/>
        <w:t>~D</w:t>
      </w:r>
      <w:r>
        <w:t>c(A): Änderung der Stoffmengenkonzentration des Eduktes A</w:t>
      </w:r>
      <w:r w:rsidR="00045494">
        <w:br/>
        <w:t>~D</w:t>
      </w:r>
      <w:r>
        <w:t>c(B): Änderung der Stoffmengenkonzentration des Produktes B</w:t>
      </w:r>
      <w:r w:rsidR="00045494">
        <w:br/>
        <w:t>~D</w:t>
      </w:r>
      <w:r>
        <w:t>t: Zeitintervall</w:t>
      </w:r>
    </w:p>
    <w:p w14:paraId="0125C8C5" w14:textId="77777777" w:rsidR="00045494" w:rsidRDefault="00045494" w:rsidP="00BE00F7"/>
    <w:p w14:paraId="2236C989" w14:textId="52256F25" w:rsidR="00BE00F7" w:rsidRDefault="00BE00F7" w:rsidP="00045494">
      <w:pPr>
        <w:pStyle w:val="berschrift3"/>
      </w:pPr>
      <w:r>
        <w:t>Erster Hauptsatz der Thermodynamik</w:t>
      </w:r>
    </w:p>
    <w:p w14:paraId="2E336174" w14:textId="3F83A67E" w:rsidR="00BE00F7" w:rsidRDefault="00BE00F7" w:rsidP="00BE00F7">
      <w:r>
        <w:t>Für geschlossene Systeme gilt:</w:t>
      </w:r>
      <w:r w:rsidR="00045494">
        <w:br/>
        <w:t>~D</w:t>
      </w:r>
      <w:r>
        <w:t>U</w:t>
      </w:r>
      <w:r w:rsidR="00045494">
        <w:t xml:space="preserve"> </w:t>
      </w:r>
      <w:r>
        <w:t>=Q</w:t>
      </w:r>
      <w:r w:rsidR="00045494">
        <w:t xml:space="preserve"> </w:t>
      </w:r>
      <w:r>
        <w:t>+W</w:t>
      </w:r>
    </w:p>
    <w:p w14:paraId="166F712A" w14:textId="77777777" w:rsidR="00045494" w:rsidRDefault="00045494" w:rsidP="00BE00F7"/>
    <w:p w14:paraId="02F2E8BE" w14:textId="065D9610" w:rsidR="00BE00F7" w:rsidRDefault="00BE00F7" w:rsidP="00BE00F7">
      <w:r>
        <w:t>Bei konstantem Druck gilt:</w:t>
      </w:r>
      <w:r w:rsidR="00045494">
        <w:br/>
        <w:t>~D</w:t>
      </w:r>
      <w:r>
        <w:t>H</w:t>
      </w:r>
      <w:r w:rsidR="00045494">
        <w:t xml:space="preserve"> </w:t>
      </w:r>
      <w:r>
        <w:t>=Q_p</w:t>
      </w:r>
    </w:p>
    <w:p w14:paraId="2F4BFA81" w14:textId="77777777" w:rsidR="00045494" w:rsidRDefault="00045494" w:rsidP="00BE00F7"/>
    <w:p w14:paraId="7C441CB8" w14:textId="1D10A1EB" w:rsidR="00BE00F7" w:rsidRDefault="00045494" w:rsidP="00BE00F7">
      <w:r>
        <w:t>~D</w:t>
      </w:r>
      <w:r w:rsidR="00BE00F7">
        <w:t>U: Änderung der inneren Energie eines geschlossenen Systems</w:t>
      </w:r>
      <w:r>
        <w:br/>
      </w:r>
      <w:r w:rsidR="00BE00F7">
        <w:t>Q: Wärme</w:t>
      </w:r>
      <w:r>
        <w:br/>
      </w:r>
      <w:r w:rsidR="00BE00F7">
        <w:t>W: Volumenarbeit</w:t>
      </w:r>
      <w:r>
        <w:br/>
        <w:t>~D</w:t>
      </w:r>
      <w:r w:rsidR="00BE00F7">
        <w:t>H: Änderung der Enthalpie</w:t>
      </w:r>
    </w:p>
    <w:p w14:paraId="51AF90D2" w14:textId="77777777" w:rsidR="00045494" w:rsidRDefault="00045494" w:rsidP="00BE00F7"/>
    <w:p w14:paraId="5C0EC364" w14:textId="22207184" w:rsidR="00BE00F7" w:rsidRDefault="00BE00F7" w:rsidP="00045494">
      <w:pPr>
        <w:pStyle w:val="berschrift3"/>
      </w:pPr>
      <w:r>
        <w:t>Volumenarbeit</w:t>
      </w:r>
    </w:p>
    <w:p w14:paraId="3D6AB99B" w14:textId="1333C1CC" w:rsidR="00BE00F7" w:rsidRDefault="00BE00F7" w:rsidP="00BE00F7">
      <w:r>
        <w:t>W</w:t>
      </w:r>
      <w:r w:rsidR="00045494">
        <w:t xml:space="preserve"> </w:t>
      </w:r>
      <w:r>
        <w:t>=-p</w:t>
      </w:r>
      <w:r w:rsidR="00045494">
        <w:t xml:space="preserve"> </w:t>
      </w:r>
      <w:r>
        <w:t>*</w:t>
      </w:r>
      <w:r w:rsidR="00045494">
        <w:t>~D</w:t>
      </w:r>
      <w:r>
        <w:t>V</w:t>
      </w:r>
    </w:p>
    <w:p w14:paraId="30D987E7" w14:textId="77777777" w:rsidR="00045494" w:rsidRDefault="00045494" w:rsidP="00BE00F7"/>
    <w:p w14:paraId="3F43A30F" w14:textId="65E20CA1" w:rsidR="00BE00F7" w:rsidRDefault="00BE00F7" w:rsidP="00BE00F7">
      <w:r>
        <w:t>W: Volumenarbeit</w:t>
      </w:r>
      <w:r w:rsidR="00045494">
        <w:br/>
      </w:r>
      <w:r>
        <w:t>p: Druck</w:t>
      </w:r>
      <w:r w:rsidR="00045494">
        <w:br/>
        <w:t>~D</w:t>
      </w:r>
      <w:r>
        <w:t>V: Änderung des Volumens</w:t>
      </w:r>
    </w:p>
    <w:p w14:paraId="4E821212" w14:textId="77777777" w:rsidR="00045494" w:rsidRDefault="00045494" w:rsidP="00BE00F7"/>
    <w:p w14:paraId="20D33C49" w14:textId="2C0B7486" w:rsidR="00BE00F7" w:rsidRDefault="00BE00F7" w:rsidP="00045494">
      <w:pPr>
        <w:pStyle w:val="berschrift3"/>
      </w:pPr>
      <w:r>
        <w:t>Kalorimetrie</w:t>
      </w:r>
    </w:p>
    <w:p w14:paraId="62BC7B15" w14:textId="77777777" w:rsidR="00BE00F7" w:rsidRDefault="00BE00F7" w:rsidP="00BE00F7">
      <w:r>
        <w:t>Im geschlossenen System gilt bei konstantem Druck unter Vernachlässigung der Temperaturänderung des Kalorimeters:</w:t>
      </w:r>
    </w:p>
    <w:p w14:paraId="73CAC82A" w14:textId="3B5B24EB" w:rsidR="00BE00F7" w:rsidRDefault="00BE00F7" w:rsidP="00BE00F7">
      <w:r>
        <w:t>Q</w:t>
      </w:r>
      <w:r w:rsidR="00045494">
        <w:t xml:space="preserve"> </w:t>
      </w:r>
      <w:r>
        <w:t>=c</w:t>
      </w:r>
      <w:r w:rsidR="00045494">
        <w:t xml:space="preserve"> </w:t>
      </w:r>
      <w:r>
        <w:t>*m</w:t>
      </w:r>
      <w:r w:rsidR="00045494">
        <w:t xml:space="preserve"> </w:t>
      </w:r>
      <w:r>
        <w:t>*</w:t>
      </w:r>
      <w:r w:rsidR="00045494">
        <w:t>~D</w:t>
      </w:r>
      <w:r>
        <w:t>T</w:t>
      </w:r>
    </w:p>
    <w:p w14:paraId="5F370EA6" w14:textId="77777777" w:rsidR="00045494" w:rsidRDefault="00045494" w:rsidP="00BE00F7"/>
    <w:p w14:paraId="79FF8F35" w14:textId="01C18B68" w:rsidR="00BE00F7" w:rsidRDefault="00BE00F7" w:rsidP="00BE00F7">
      <w:r>
        <w:t>Q: Wärme</w:t>
      </w:r>
      <w:r w:rsidR="00045494">
        <w:br/>
      </w:r>
      <w:r>
        <w:t>c: spezifische Wärmekapazität der Kalorimeterflüssigkeit</w:t>
      </w:r>
      <w:r w:rsidR="00045494">
        <w:br/>
      </w:r>
      <w:r>
        <w:t>m: Masse der Kalorimeterflüssigkeit</w:t>
      </w:r>
      <w:r w:rsidR="00045494">
        <w:br/>
        <w:t>~D</w:t>
      </w:r>
      <w:r>
        <w:t>T: Änderung der Temperatur der Kalorimeterflüssigkeit</w:t>
      </w:r>
    </w:p>
    <w:p w14:paraId="5C25DE50" w14:textId="77777777" w:rsidR="00BE00F7" w:rsidRDefault="00BE00F7" w:rsidP="00BE00F7"/>
    <w:p w14:paraId="33CE78DB" w14:textId="77777777" w:rsidR="00BE00F7" w:rsidRDefault="00BE00F7" w:rsidP="00BE00F7">
      <w:r>
        <w:t>Enthalpie bezogen auf 1 mol der Teilchen X:</w:t>
      </w:r>
    </w:p>
    <w:p w14:paraId="12FF4294" w14:textId="0E59C426" w:rsidR="00BE00F7" w:rsidRDefault="00045494" w:rsidP="00BE00F7">
      <w:r>
        <w:t>~D</w:t>
      </w:r>
      <w:r w:rsidR="00BE00F7">
        <w:t>_r</w:t>
      </w:r>
      <w:r>
        <w:t xml:space="preserve"> </w:t>
      </w:r>
      <w:r w:rsidR="00BE00F7">
        <w:t>H</w:t>
      </w:r>
      <w:r>
        <w:t xml:space="preserve"> </w:t>
      </w:r>
      <w:r w:rsidR="00BE00F7">
        <w:t>=-\frac{Q}{n(X)}</w:t>
      </w:r>
    </w:p>
    <w:p w14:paraId="640D968A" w14:textId="77777777" w:rsidR="00045494" w:rsidRDefault="00045494" w:rsidP="00BE00F7"/>
    <w:p w14:paraId="3DAF1DEA" w14:textId="5B52B0E9" w:rsidR="00BE00F7" w:rsidRDefault="00045494" w:rsidP="00BE00F7">
      <w:r>
        <w:t>~D</w:t>
      </w:r>
      <w:r w:rsidR="00BE00F7">
        <w:t>_r</w:t>
      </w:r>
      <w:r>
        <w:t xml:space="preserve"> </w:t>
      </w:r>
      <w:r w:rsidR="00BE00F7">
        <w:t>H: Reaktionsenthalpie</w:t>
      </w:r>
      <w:r>
        <w:br/>
      </w:r>
      <w:r w:rsidR="00BE00F7">
        <w:t>Q: Wärme</w:t>
      </w:r>
      <w:r>
        <w:br/>
      </w:r>
      <w:r w:rsidR="00BE00F7">
        <w:t>n(X): umgesetzte Stoffmenge der Teilchen X</w:t>
      </w:r>
    </w:p>
    <w:p w14:paraId="4F54CF03" w14:textId="77777777" w:rsidR="00045494" w:rsidRDefault="00045494" w:rsidP="00BE00F7"/>
    <w:p w14:paraId="49F0DD2F" w14:textId="411E46FB" w:rsidR="00045494" w:rsidRDefault="00045494" w:rsidP="00BE00F7">
      <w:r>
        <w:t>((14))</w:t>
      </w:r>
    </w:p>
    <w:p w14:paraId="021B6278" w14:textId="644BE9CA" w:rsidR="00BE00F7" w:rsidRDefault="00BE00F7" w:rsidP="00045494">
      <w:pPr>
        <w:pStyle w:val="berschrift3"/>
      </w:pPr>
      <w:r>
        <w:lastRenderedPageBreak/>
        <w:t>Änderung der Enthalpie</w:t>
      </w:r>
    </w:p>
    <w:p w14:paraId="6F9D3B81" w14:textId="3639E261" w:rsidR="00BE00F7" w:rsidRDefault="00BE00F7" w:rsidP="00BE00F7">
      <w:r>
        <w:t xml:space="preserve">Für eine allgemeine Reaktion </w:t>
      </w:r>
      <w:r w:rsidR="00045494">
        <w:br/>
      </w:r>
      <w:r>
        <w:t>aA +bB \</w:t>
      </w:r>
      <w:r w:rsidR="00045494">
        <w:t>ra</w:t>
      </w:r>
      <w:r>
        <w:t xml:space="preserve"> cC +dD bei T =298,15K und p =101,325kPa gilt:</w:t>
      </w:r>
    </w:p>
    <w:p w14:paraId="721ECAFB" w14:textId="5F9134C7" w:rsidR="00BE00F7" w:rsidRDefault="00045494" w:rsidP="00BE00F7">
      <w:r>
        <w:t>~</w:t>
      </w:r>
      <w:r w:rsidR="00BE00F7">
        <w:t>DH</w:t>
      </w:r>
      <w:r>
        <w:t xml:space="preserve"> </w:t>
      </w:r>
      <w:r w:rsidR="00BE00F7">
        <w:t>=[n_c</w:t>
      </w:r>
      <w:r>
        <w:t xml:space="preserve"> </w:t>
      </w:r>
      <w:r w:rsidR="00BE00F7">
        <w:t>*</w:t>
      </w:r>
      <w:r>
        <w:t>~D_</w:t>
      </w:r>
      <w:r w:rsidR="00BE00F7">
        <w:t>f H^0(C)</w:t>
      </w:r>
      <w:r>
        <w:t xml:space="preserve"> </w:t>
      </w:r>
      <w:r w:rsidR="00BE00F7">
        <w:t>+n_d</w:t>
      </w:r>
      <w:r>
        <w:t xml:space="preserve"> </w:t>
      </w:r>
      <w:r w:rsidR="00BE00F7">
        <w:t>*</w:t>
      </w:r>
      <w:r>
        <w:t>~D</w:t>
      </w:r>
      <w:r w:rsidR="00BE00F7">
        <w:t>_f H^0(D)]</w:t>
      </w:r>
      <w:r>
        <w:t xml:space="preserve"> </w:t>
      </w:r>
      <w:r w:rsidR="00BE00F7">
        <w:t>-[n_a*</w:t>
      </w:r>
      <w:r>
        <w:t>~D</w:t>
      </w:r>
      <w:r w:rsidR="00BE00F7">
        <w:t>_f H^0(A)</w:t>
      </w:r>
      <w:r>
        <w:t xml:space="preserve"> </w:t>
      </w:r>
      <w:r w:rsidR="00BE00F7">
        <w:t>+n_b</w:t>
      </w:r>
      <w:r>
        <w:t xml:space="preserve"> </w:t>
      </w:r>
      <w:r w:rsidR="00BE00F7">
        <w:t>*</w:t>
      </w:r>
      <w:r>
        <w:t>~D</w:t>
      </w:r>
      <w:r w:rsidR="00BE00F7">
        <w:t>_f H^0(B)]</w:t>
      </w:r>
    </w:p>
    <w:p w14:paraId="58942D9B" w14:textId="77777777" w:rsidR="00045494" w:rsidRDefault="00045494" w:rsidP="00BE00F7"/>
    <w:p w14:paraId="76A6CCCF" w14:textId="7794640A" w:rsidR="00BE00F7" w:rsidRDefault="00045494" w:rsidP="00BE00F7">
      <w:r>
        <w:t>~DH</w:t>
      </w:r>
      <w:r w:rsidR="00BE00F7">
        <w:t>: Änderung der Enthalpie</w:t>
      </w:r>
      <w:r>
        <w:br/>
        <w:t>~D</w:t>
      </w:r>
      <w:r w:rsidR="00BE00F7">
        <w:t>_f H^0: Standardbildungsenthalpie</w:t>
      </w:r>
      <w:r>
        <w:br/>
      </w:r>
      <w:r w:rsidR="00BE00F7">
        <w:t>n_a, n_b, n_c, n_d: Stoffmengen im stöchiometrischen Verhältnis</w:t>
      </w:r>
    </w:p>
    <w:p w14:paraId="203D718C" w14:textId="77777777" w:rsidR="00045494" w:rsidRDefault="00045494" w:rsidP="00BE00F7"/>
    <w:p w14:paraId="780C2346" w14:textId="12CEBD36" w:rsidR="00BE00F7" w:rsidRDefault="00BE00F7" w:rsidP="00045494">
      <w:pPr>
        <w:pStyle w:val="berschrift3"/>
      </w:pPr>
      <w:r>
        <w:t>Änderung der Entropie</w:t>
      </w:r>
    </w:p>
    <w:p w14:paraId="04B21ADC" w14:textId="37C2EB81" w:rsidR="00BE00F7" w:rsidRDefault="00BE00F7" w:rsidP="00BE00F7">
      <w:r>
        <w:t xml:space="preserve">Für eine allgemeine Reaktion </w:t>
      </w:r>
      <w:r w:rsidR="00045494">
        <w:br/>
      </w:r>
      <w:r>
        <w:t>aA +bB \</w:t>
      </w:r>
      <w:r w:rsidR="00045494">
        <w:t>ra</w:t>
      </w:r>
      <w:r>
        <w:t xml:space="preserve"> cC</w:t>
      </w:r>
      <w:r w:rsidR="00045494">
        <w:t xml:space="preserve"> </w:t>
      </w:r>
      <w:r>
        <w:t>+dD bei T =298,15K und p =101,325kPa gilt:</w:t>
      </w:r>
    </w:p>
    <w:p w14:paraId="3FBD2916" w14:textId="31BA8CB3" w:rsidR="00BE00F7" w:rsidRDefault="00045494" w:rsidP="00BE00F7">
      <w:r>
        <w:t>~D</w:t>
      </w:r>
      <w:r w:rsidR="00BE00F7">
        <w:t>S</w:t>
      </w:r>
      <w:r>
        <w:t xml:space="preserve"> </w:t>
      </w:r>
      <w:r w:rsidR="00BE00F7">
        <w:t>=[n_c</w:t>
      </w:r>
      <w:r>
        <w:t xml:space="preserve"> </w:t>
      </w:r>
      <w:r w:rsidR="00BE00F7">
        <w:t>*S^0(C)</w:t>
      </w:r>
      <w:r>
        <w:t xml:space="preserve"> </w:t>
      </w:r>
      <w:r w:rsidR="00BE00F7">
        <w:t>+n_d</w:t>
      </w:r>
      <w:r>
        <w:t xml:space="preserve"> </w:t>
      </w:r>
      <w:r w:rsidR="00BE00F7">
        <w:t>*S^0(D)]</w:t>
      </w:r>
      <w:r>
        <w:t xml:space="preserve"> </w:t>
      </w:r>
      <w:r w:rsidR="00BE00F7">
        <w:t>-[n_a</w:t>
      </w:r>
      <w:r>
        <w:t xml:space="preserve"> </w:t>
      </w:r>
      <w:r w:rsidR="00BE00F7">
        <w:t>*S^0(A)</w:t>
      </w:r>
      <w:r>
        <w:t xml:space="preserve"> </w:t>
      </w:r>
      <w:r w:rsidR="00BE00F7">
        <w:t>+n_b</w:t>
      </w:r>
      <w:r>
        <w:t xml:space="preserve"> </w:t>
      </w:r>
      <w:r w:rsidR="00BE00F7">
        <w:t>*S^0(B)]</w:t>
      </w:r>
    </w:p>
    <w:p w14:paraId="1604920A" w14:textId="77777777" w:rsidR="00045494" w:rsidRDefault="00045494" w:rsidP="00BE00F7"/>
    <w:p w14:paraId="3A509689" w14:textId="0F828686" w:rsidR="00BE00F7" w:rsidRDefault="00045494" w:rsidP="00BE00F7">
      <w:r>
        <w:t>~D</w:t>
      </w:r>
      <w:r w:rsidR="00BE00F7">
        <w:t>S: Änderung der Entropie</w:t>
      </w:r>
      <w:r>
        <w:br/>
      </w:r>
      <w:r w:rsidR="00BE00F7">
        <w:t>S^0: Standardentropie</w:t>
      </w:r>
      <w:r w:rsidR="0009142E">
        <w:br/>
      </w:r>
      <w:r w:rsidR="00BE00F7">
        <w:t>n_a, n_b, n_c, n_d: Stoffmengen im stöchiometrischen Verhältnis</w:t>
      </w:r>
    </w:p>
    <w:p w14:paraId="58E964A2" w14:textId="77777777" w:rsidR="0009142E" w:rsidRDefault="0009142E" w:rsidP="00BE00F7"/>
    <w:p w14:paraId="40ABD9D7" w14:textId="1D6F7BB4" w:rsidR="00BE00F7" w:rsidRDefault="00BE00F7" w:rsidP="0009142E">
      <w:pPr>
        <w:pStyle w:val="berschrift3"/>
      </w:pPr>
      <w:r>
        <w:t>Gibbs-Helmholtz-Gleichung</w:t>
      </w:r>
    </w:p>
    <w:p w14:paraId="1BD0DF4E" w14:textId="0C71943D" w:rsidR="00BE00F7" w:rsidRDefault="0009142E" w:rsidP="00BE00F7">
      <w:r>
        <w:t>~D</w:t>
      </w:r>
      <w:r w:rsidR="00BE00F7">
        <w:t>G</w:t>
      </w:r>
      <w:r>
        <w:t xml:space="preserve"> </w:t>
      </w:r>
      <w:r w:rsidR="00BE00F7">
        <w:t>=</w:t>
      </w:r>
      <w:r>
        <w:t>~D</w:t>
      </w:r>
      <w:r w:rsidR="00BE00F7">
        <w:t>H</w:t>
      </w:r>
      <w:r>
        <w:t xml:space="preserve"> </w:t>
      </w:r>
      <w:r w:rsidR="00BE00F7">
        <w:t>-T</w:t>
      </w:r>
      <w:r>
        <w:t xml:space="preserve"> </w:t>
      </w:r>
      <w:r w:rsidR="00BE00F7">
        <w:t>*</w:t>
      </w:r>
      <w:r>
        <w:t>~D</w:t>
      </w:r>
      <w:r w:rsidR="00BE00F7">
        <w:t>S</w:t>
      </w:r>
    </w:p>
    <w:p w14:paraId="3E9D094A" w14:textId="77777777" w:rsidR="0009142E" w:rsidRDefault="0009142E" w:rsidP="00BE00F7"/>
    <w:p w14:paraId="191E9268" w14:textId="59BA85CB" w:rsidR="00BE00F7" w:rsidRDefault="0009142E" w:rsidP="00BE00F7">
      <w:r>
        <w:t>~D</w:t>
      </w:r>
      <w:r w:rsidR="00BE00F7">
        <w:t>G: Änderung der freien Enthalpie</w:t>
      </w:r>
      <w:r>
        <w:br/>
        <w:t>~D</w:t>
      </w:r>
      <w:r w:rsidR="00BE00F7">
        <w:t>H: Änderung der Enthalpie</w:t>
      </w:r>
      <w:r>
        <w:br/>
      </w:r>
      <w:r w:rsidR="00BE00F7">
        <w:t>T: Temperatur</w:t>
      </w:r>
      <w:r>
        <w:br/>
        <w:t>~D</w:t>
      </w:r>
      <w:r w:rsidR="00BE00F7">
        <w:t>S: Änderung der Entropie</w:t>
      </w:r>
    </w:p>
    <w:p w14:paraId="492A0540" w14:textId="77777777" w:rsidR="0009142E" w:rsidRDefault="0009142E" w:rsidP="00BE00F7"/>
    <w:p w14:paraId="44E359C7" w14:textId="63AB996E" w:rsidR="00BE00F7" w:rsidRDefault="00BE00F7" w:rsidP="0009142E">
      <w:pPr>
        <w:pStyle w:val="berschrift2"/>
      </w:pPr>
      <w:r>
        <w:t>2.6 Qualitative Analyse – Chromatografie</w:t>
      </w:r>
    </w:p>
    <w:p w14:paraId="60F7F165" w14:textId="5AB5D696" w:rsidR="00BE00F7" w:rsidRDefault="00BE00F7" w:rsidP="00BE00F7">
      <w:r>
        <w:t>R_f</w:t>
      </w:r>
      <w:r w:rsidR="0009142E">
        <w:t xml:space="preserve"> </w:t>
      </w:r>
      <w:r>
        <w:t>=S</w:t>
      </w:r>
      <w:r w:rsidR="0009142E">
        <w:t>/</w:t>
      </w:r>
      <w:r>
        <w:t>F</w:t>
      </w:r>
    </w:p>
    <w:p w14:paraId="57A2D31E" w14:textId="77777777" w:rsidR="0009142E" w:rsidRDefault="0009142E" w:rsidP="00BE00F7"/>
    <w:p w14:paraId="08913DF8" w14:textId="7E2E53D7" w:rsidR="00BE00F7" w:rsidRDefault="00BE00F7" w:rsidP="00BE00F7">
      <w:r>
        <w:t>R_f: Retentionsfaktor</w:t>
      </w:r>
      <w:r w:rsidR="0009142E">
        <w:br/>
      </w:r>
      <w:r>
        <w:t>S: Abstand Startlinie – Substanzfleck</w:t>
      </w:r>
      <w:r w:rsidR="0009142E">
        <w:br/>
      </w:r>
      <w:r>
        <w:t>F: Abstand Startlinie – Laufmittelfront</w:t>
      </w:r>
    </w:p>
    <w:p w14:paraId="6020B20A" w14:textId="77777777" w:rsidR="0009142E" w:rsidRDefault="0009142E" w:rsidP="00BE00F7"/>
    <w:p w14:paraId="47031721" w14:textId="525348E7" w:rsidR="00BE00F7" w:rsidRDefault="00BE00F7" w:rsidP="0009142E">
      <w:pPr>
        <w:pStyle w:val="berschrift2"/>
      </w:pPr>
      <w:r>
        <w:t>2.7 Quantitative und instrumentelle Analyse</w:t>
      </w:r>
    </w:p>
    <w:p w14:paraId="5C9B2421" w14:textId="137D1841" w:rsidR="00BE00F7" w:rsidRDefault="00BE00F7" w:rsidP="0009142E">
      <w:pPr>
        <w:pStyle w:val="berschrift3"/>
      </w:pPr>
      <w:r>
        <w:t>Lambert-Beer</w:t>
      </w:r>
      <w:r w:rsidR="0009142E">
        <w:t>'</w:t>
      </w:r>
      <w:r>
        <w:t>sches Gesetz</w:t>
      </w:r>
    </w:p>
    <w:p w14:paraId="46C5E958" w14:textId="5B3C4C8D" w:rsidR="00BE00F7" w:rsidRDefault="00BE00F7" w:rsidP="00BE00F7">
      <w:r>
        <w:t>E_</w:t>
      </w:r>
      <w:r w:rsidR="0009142E">
        <w:t xml:space="preserve">{~l} </w:t>
      </w:r>
      <w:r>
        <w:t>=</w:t>
      </w:r>
      <w:r w:rsidR="0009142E">
        <w:t xml:space="preserve">~e_{~l} </w:t>
      </w:r>
      <w:r>
        <w:t>*c</w:t>
      </w:r>
      <w:r w:rsidR="0009142E">
        <w:t xml:space="preserve"> </w:t>
      </w:r>
      <w:r>
        <w:t>*d</w:t>
      </w:r>
    </w:p>
    <w:p w14:paraId="6044B9A3" w14:textId="77777777" w:rsidR="0009142E" w:rsidRDefault="0009142E" w:rsidP="00BE00F7"/>
    <w:p w14:paraId="13BF0D64" w14:textId="2DF32CC4" w:rsidR="00BE00F7" w:rsidRDefault="00BE00F7" w:rsidP="00BE00F7">
      <w:r>
        <w:t>E_</w:t>
      </w:r>
      <w:r w:rsidR="0009142E">
        <w:t>{~l}</w:t>
      </w:r>
      <w:r>
        <w:t xml:space="preserve">: Extinktion bei der Wellenlänge </w:t>
      </w:r>
      <w:r w:rsidR="0009142E">
        <w:t>~l</w:t>
      </w:r>
      <w:r w:rsidR="0009142E">
        <w:br/>
        <w:t>~e_{~l}</w:t>
      </w:r>
      <w:r>
        <w:t xml:space="preserve">: molarer Extinktionskoeffizient bei der Wellenlänge </w:t>
      </w:r>
      <w:r w:rsidR="0009142E">
        <w:t>~l</w:t>
      </w:r>
      <w:r w:rsidR="0009142E">
        <w:br/>
      </w:r>
      <w:r>
        <w:t>c: Stoffmengenkonzentration</w:t>
      </w:r>
      <w:r w:rsidR="0009142E">
        <w:br/>
      </w:r>
      <w:r>
        <w:t xml:space="preserve">d: Schichtdicke der Messküvette </w:t>
      </w:r>
    </w:p>
    <w:p w14:paraId="2CB7DF02" w14:textId="77777777" w:rsidR="0009142E" w:rsidRDefault="0009142E" w:rsidP="00BE00F7"/>
    <w:p w14:paraId="23717791" w14:textId="6509315E" w:rsidR="00BE00F7" w:rsidRDefault="00BE00F7" w:rsidP="0009142E">
      <w:pPr>
        <w:pStyle w:val="berschrift3"/>
      </w:pPr>
      <w:r>
        <w:t xml:space="preserve">Optische Aktivität </w:t>
      </w:r>
    </w:p>
    <w:p w14:paraId="5304BF08" w14:textId="284A3A70" w:rsidR="00BE00F7" w:rsidRDefault="0009142E" w:rsidP="00BE00F7">
      <w:r>
        <w:t xml:space="preserve">~a </w:t>
      </w:r>
      <w:r w:rsidR="00BE00F7">
        <w:t>=[</w:t>
      </w:r>
      <w:r>
        <w:t>~a</w:t>
      </w:r>
      <w:r w:rsidR="00BE00F7">
        <w:t>]^{</w:t>
      </w:r>
      <w:r>
        <w:t>~h</w:t>
      </w:r>
      <w:r w:rsidR="00BE00F7">
        <w:t>}_{</w:t>
      </w:r>
      <w:r>
        <w:t>~l</w:t>
      </w:r>
      <w:r w:rsidR="00BE00F7">
        <w:t>}</w:t>
      </w:r>
      <w:r>
        <w:t xml:space="preserve"> </w:t>
      </w:r>
      <w:r w:rsidR="00BE00F7">
        <w:t>*</w:t>
      </w:r>
      <w:r>
        <w:t xml:space="preserve">~b </w:t>
      </w:r>
      <w:r w:rsidR="00BE00F7">
        <w:t>*l</w:t>
      </w:r>
    </w:p>
    <w:p w14:paraId="0C5B9B23" w14:textId="77777777" w:rsidR="0009142E" w:rsidRDefault="0009142E" w:rsidP="00BE00F7"/>
    <w:p w14:paraId="0751ECAF" w14:textId="281173EE" w:rsidR="00BE00F7" w:rsidRDefault="0009142E" w:rsidP="00BE00F7">
      <w:r>
        <w:t>~a</w:t>
      </w:r>
      <w:r w:rsidR="00BE00F7">
        <w:t>: Drehwinkel</w:t>
      </w:r>
      <w:r>
        <w:br/>
      </w:r>
      <w:r w:rsidR="00BE00F7">
        <w:t>[</w:t>
      </w:r>
      <w:r>
        <w:t>~a</w:t>
      </w:r>
      <w:r w:rsidR="00BE00F7">
        <w:t>]^{</w:t>
      </w:r>
      <w:r>
        <w:t>~h</w:t>
      </w:r>
      <w:r w:rsidR="00BE00F7">
        <w:t>}_{</w:t>
      </w:r>
      <w:r>
        <w:t>~l</w:t>
      </w:r>
      <w:r w:rsidR="00BE00F7">
        <w:t xml:space="preserve">}: spezifischer Drehwinkel bei der Temperatur </w:t>
      </w:r>
      <w:r>
        <w:t>~h</w:t>
      </w:r>
      <w:r w:rsidR="00BE00F7">
        <w:t xml:space="preserve"> und der Wellenlänge </w:t>
      </w:r>
      <w:r>
        <w:t>~l</w:t>
      </w:r>
      <w:r>
        <w:br/>
        <w:t>~b</w:t>
      </w:r>
      <w:r w:rsidR="00BE00F7">
        <w:t>: Massenkonzentration</w:t>
      </w:r>
      <w:r>
        <w:br/>
      </w:r>
      <w:r w:rsidR="00BE00F7">
        <w:t>l: Probenrohrlänge</w:t>
      </w:r>
    </w:p>
    <w:p w14:paraId="6CF1BA5B" w14:textId="77777777" w:rsidR="00BE00F7" w:rsidRDefault="00BE00F7" w:rsidP="00BE00F7"/>
    <w:p w14:paraId="0CD9E222" w14:textId="433F2199" w:rsidR="007B285B" w:rsidRPr="00BE00F7" w:rsidRDefault="007B285B" w:rsidP="00BE00F7"/>
    <w:sectPr w:rsidR="007B285B" w:rsidRPr="00BE00F7" w:rsidSect="007F1FEB">
      <w:pgSz w:w="13380" w:h="16906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89A90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A0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68F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F92E2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8668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5EAD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6E07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461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149D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8456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8491935">
    <w:abstractNumId w:val="9"/>
  </w:num>
  <w:num w:numId="2" w16cid:durableId="1120493720">
    <w:abstractNumId w:val="7"/>
  </w:num>
  <w:num w:numId="3" w16cid:durableId="1574126070">
    <w:abstractNumId w:val="6"/>
  </w:num>
  <w:num w:numId="4" w16cid:durableId="1530145960">
    <w:abstractNumId w:val="5"/>
  </w:num>
  <w:num w:numId="5" w16cid:durableId="1157576892">
    <w:abstractNumId w:val="4"/>
  </w:num>
  <w:num w:numId="6" w16cid:durableId="1271162268">
    <w:abstractNumId w:val="8"/>
  </w:num>
  <w:num w:numId="7" w16cid:durableId="542135349">
    <w:abstractNumId w:val="3"/>
  </w:num>
  <w:num w:numId="8" w16cid:durableId="802426797">
    <w:abstractNumId w:val="2"/>
  </w:num>
  <w:num w:numId="9" w16cid:durableId="362362961">
    <w:abstractNumId w:val="1"/>
  </w:num>
  <w:num w:numId="10" w16cid:durableId="678429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AB3"/>
    <w:rsid w:val="000026C4"/>
    <w:rsid w:val="00006ACA"/>
    <w:rsid w:val="00030EA8"/>
    <w:rsid w:val="00045494"/>
    <w:rsid w:val="00047890"/>
    <w:rsid w:val="00052752"/>
    <w:rsid w:val="00057DA8"/>
    <w:rsid w:val="000809BC"/>
    <w:rsid w:val="0009142E"/>
    <w:rsid w:val="00101995"/>
    <w:rsid w:val="00106A1D"/>
    <w:rsid w:val="0011127F"/>
    <w:rsid w:val="00131BDD"/>
    <w:rsid w:val="0017187E"/>
    <w:rsid w:val="0017220C"/>
    <w:rsid w:val="002369DF"/>
    <w:rsid w:val="0026526A"/>
    <w:rsid w:val="002B797C"/>
    <w:rsid w:val="002C0789"/>
    <w:rsid w:val="002E0BB7"/>
    <w:rsid w:val="00301379"/>
    <w:rsid w:val="00357AFC"/>
    <w:rsid w:val="00372E29"/>
    <w:rsid w:val="003A0DC7"/>
    <w:rsid w:val="003B1328"/>
    <w:rsid w:val="003D636F"/>
    <w:rsid w:val="003E71EC"/>
    <w:rsid w:val="00443C85"/>
    <w:rsid w:val="00451D14"/>
    <w:rsid w:val="004753B6"/>
    <w:rsid w:val="004C214E"/>
    <w:rsid w:val="0051256C"/>
    <w:rsid w:val="00550CC4"/>
    <w:rsid w:val="005562A6"/>
    <w:rsid w:val="005758FA"/>
    <w:rsid w:val="00596980"/>
    <w:rsid w:val="005A0723"/>
    <w:rsid w:val="005B287D"/>
    <w:rsid w:val="00633172"/>
    <w:rsid w:val="006424CD"/>
    <w:rsid w:val="00657B3D"/>
    <w:rsid w:val="006605A6"/>
    <w:rsid w:val="006856E4"/>
    <w:rsid w:val="006B0A20"/>
    <w:rsid w:val="006B1D2A"/>
    <w:rsid w:val="006F0184"/>
    <w:rsid w:val="007000EF"/>
    <w:rsid w:val="00706059"/>
    <w:rsid w:val="007335E1"/>
    <w:rsid w:val="00752731"/>
    <w:rsid w:val="00762032"/>
    <w:rsid w:val="00787575"/>
    <w:rsid w:val="007B285B"/>
    <w:rsid w:val="007F1FEB"/>
    <w:rsid w:val="007F67A5"/>
    <w:rsid w:val="00844176"/>
    <w:rsid w:val="00861ED2"/>
    <w:rsid w:val="008A3D0D"/>
    <w:rsid w:val="008A51FE"/>
    <w:rsid w:val="008B434A"/>
    <w:rsid w:val="008D03EA"/>
    <w:rsid w:val="008D21A8"/>
    <w:rsid w:val="008F10BF"/>
    <w:rsid w:val="008F54B9"/>
    <w:rsid w:val="00902D56"/>
    <w:rsid w:val="00951DA9"/>
    <w:rsid w:val="009813E3"/>
    <w:rsid w:val="009C49C9"/>
    <w:rsid w:val="009D276D"/>
    <w:rsid w:val="009E1DC1"/>
    <w:rsid w:val="00A03324"/>
    <w:rsid w:val="00A20B27"/>
    <w:rsid w:val="00A27C51"/>
    <w:rsid w:val="00A4425F"/>
    <w:rsid w:val="00A5754D"/>
    <w:rsid w:val="00A72EE0"/>
    <w:rsid w:val="00A82752"/>
    <w:rsid w:val="00AA7F11"/>
    <w:rsid w:val="00AE737A"/>
    <w:rsid w:val="00AF46C6"/>
    <w:rsid w:val="00B12F6A"/>
    <w:rsid w:val="00B2680F"/>
    <w:rsid w:val="00B31D1B"/>
    <w:rsid w:val="00B56B0E"/>
    <w:rsid w:val="00B97456"/>
    <w:rsid w:val="00BA2879"/>
    <w:rsid w:val="00BB6CD0"/>
    <w:rsid w:val="00BE00F7"/>
    <w:rsid w:val="00C64B96"/>
    <w:rsid w:val="00C729BC"/>
    <w:rsid w:val="00CC6D31"/>
    <w:rsid w:val="00CD3CFD"/>
    <w:rsid w:val="00CF6211"/>
    <w:rsid w:val="00D22611"/>
    <w:rsid w:val="00D70D81"/>
    <w:rsid w:val="00D94986"/>
    <w:rsid w:val="00DA42A6"/>
    <w:rsid w:val="00DF2AB3"/>
    <w:rsid w:val="00E438AA"/>
    <w:rsid w:val="00E51166"/>
    <w:rsid w:val="00E86505"/>
    <w:rsid w:val="00EC0F61"/>
    <w:rsid w:val="00ED7650"/>
    <w:rsid w:val="00F239B5"/>
    <w:rsid w:val="00F2678F"/>
    <w:rsid w:val="00F65070"/>
    <w:rsid w:val="00F9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CB780"/>
  <w15:docId w15:val="{7ED566E3-7EFB-4F95-8185-BE492DDA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434A"/>
    <w:pPr>
      <w:spacing w:after="0" w:line="240" w:lineRule="auto"/>
    </w:pPr>
    <w:rPr>
      <w:rFonts w:ascii="Courier New" w:hAnsi="Courier New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B43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69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43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B43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434A"/>
    <w:rPr>
      <w:rFonts w:asciiTheme="majorHAnsi" w:eastAsiaTheme="majorEastAsia" w:hAnsiTheme="majorHAnsi" w:cstheme="majorBidi"/>
      <w:b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6980"/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434A"/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B434A"/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paragraph" w:styleId="Liste2">
    <w:name w:val="List 2"/>
    <w:basedOn w:val="Standard"/>
    <w:uiPriority w:val="99"/>
    <w:unhideWhenUsed/>
    <w:qFormat/>
    <w:rsid w:val="008B434A"/>
    <w:pPr>
      <w:ind w:left="568" w:hanging="284"/>
      <w:contextualSpacing/>
    </w:pPr>
  </w:style>
  <w:style w:type="paragraph" w:styleId="Listenfortsetzung">
    <w:name w:val="List Continue"/>
    <w:basedOn w:val="Standard"/>
    <w:uiPriority w:val="99"/>
    <w:unhideWhenUsed/>
    <w:qFormat/>
    <w:rsid w:val="008B434A"/>
    <w:pPr>
      <w:spacing w:after="120"/>
      <w:ind w:left="284"/>
      <w:contextualSpacing/>
    </w:pPr>
  </w:style>
  <w:style w:type="paragraph" w:styleId="Liste">
    <w:name w:val="List"/>
    <w:basedOn w:val="Standard"/>
    <w:uiPriority w:val="99"/>
    <w:unhideWhenUsed/>
    <w:qFormat/>
    <w:rsid w:val="006B1D2A"/>
    <w:pPr>
      <w:ind w:left="283" w:hanging="283"/>
      <w:contextualSpacing/>
    </w:pPr>
  </w:style>
  <w:style w:type="character" w:styleId="Hyperlink">
    <w:name w:val="Hyperlink"/>
    <w:basedOn w:val="Absatz-Standardschriftart"/>
    <w:uiPriority w:val="99"/>
    <w:rsid w:val="007F1FEB"/>
    <w:rPr>
      <w:color w:val="0066CC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F1FEB"/>
    <w:rPr>
      <w:color w:val="800080" w:themeColor="followedHyperlink"/>
      <w:u w:val="single"/>
    </w:rPr>
  </w:style>
  <w:style w:type="numbering" w:customStyle="1" w:styleId="KeineListe1">
    <w:name w:val="Keine Liste1"/>
    <w:next w:val="KeineListe"/>
    <w:uiPriority w:val="99"/>
    <w:semiHidden/>
    <w:unhideWhenUsed/>
    <w:rsid w:val="00DA42A6"/>
  </w:style>
  <w:style w:type="paragraph" w:customStyle="1" w:styleId="msonormal0">
    <w:name w:val="msonormal"/>
    <w:basedOn w:val="Standard"/>
    <w:rsid w:val="00DA42A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A42A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2C07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E438A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438AA"/>
    <w:rPr>
      <w:rFonts w:ascii="Courier New" w:hAnsi="Courier New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438AA"/>
    <w:rPr>
      <w:vertAlign w:val="superscript"/>
    </w:rPr>
  </w:style>
  <w:style w:type="paragraph" w:styleId="Textkrper">
    <w:name w:val="Body Text"/>
    <w:basedOn w:val="Standard"/>
    <w:link w:val="TextkrperZchn"/>
    <w:uiPriority w:val="99"/>
    <w:unhideWhenUsed/>
    <w:rsid w:val="00BE00F7"/>
    <w:pPr>
      <w:spacing w:before="120" w:after="120" w:line="312" w:lineRule="auto"/>
    </w:pPr>
    <w:rPr>
      <w:rFonts w:ascii="Verdana" w:eastAsia="Calibri" w:hAnsi="Verdana" w:cs="Arial"/>
      <w:sz w:val="2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BE00F7"/>
    <w:rPr>
      <w:rFonts w:ascii="Verdana" w:eastAsia="Calibri" w:hAnsi="Verdana" w:cs="Arial"/>
      <w:sz w:val="28"/>
    </w:rPr>
  </w:style>
  <w:style w:type="paragraph" w:customStyle="1" w:styleId="Betreffzeile">
    <w:name w:val="Betreffzeile"/>
    <w:basedOn w:val="Standard"/>
    <w:rsid w:val="00BE00F7"/>
    <w:pPr>
      <w:spacing w:before="120" w:after="120" w:line="312" w:lineRule="auto"/>
    </w:pPr>
    <w:rPr>
      <w:rFonts w:ascii="Verdana" w:eastAsia="Calibri" w:hAnsi="Verdana" w:cs="Arial"/>
      <w:sz w:val="28"/>
    </w:rPr>
  </w:style>
  <w:style w:type="paragraph" w:customStyle="1" w:styleId="Bezugszeichentext">
    <w:name w:val="Bezugszeichentext"/>
    <w:basedOn w:val="Standard"/>
    <w:rsid w:val="00BE00F7"/>
    <w:pPr>
      <w:spacing w:before="120" w:after="120" w:line="312" w:lineRule="auto"/>
    </w:pPr>
    <w:rPr>
      <w:rFonts w:ascii="Verdana" w:eastAsia="Calibri" w:hAnsi="Verdana" w:cs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\Desktop\LaTex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LaTex.dotm</Template>
  <TotalTime>0</TotalTime>
  <Pages>5</Pages>
  <Words>891</Words>
  <Characters>5618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 Schmidt-Gehrmann</cp:lastModifiedBy>
  <cp:revision>5</cp:revision>
  <dcterms:created xsi:type="dcterms:W3CDTF">2024-06-17T11:28:00Z</dcterms:created>
  <dcterms:modified xsi:type="dcterms:W3CDTF">2024-06-17T12:01:00Z</dcterms:modified>
</cp:coreProperties>
</file>